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D7BDAB" w14:textId="77777777" w:rsidR="00D94565" w:rsidRPr="00D94565" w:rsidRDefault="00D94565" w:rsidP="00D94565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D94565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SARS-CoV-2/human/USA/TX-DSHS-18056/2022 ORF1ab polyprotein (ORF1ab), ORF1a polyprotein (ORF1ab), and surface glycoprotein (S) genes, complete cds; ORF3a protein (ORF3a) and membrane glycoprotein (M) genes...</w:t>
      </w:r>
    </w:p>
    <w:p w14:paraId="60940A88" w14:textId="77777777" w:rsidR="00D94565" w:rsidRPr="00D94565" w:rsidRDefault="00D94565" w:rsidP="00D94565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D94565">
        <w:rPr>
          <w:rFonts w:ascii="ＭＳ Ｐゴシック" w:eastAsia="ＭＳ Ｐゴシック" w:hAnsi="ＭＳ Ｐゴシック" w:cs="ＭＳ Ｐゴシック"/>
          <w:kern w:val="0"/>
          <w:sz w:val="24"/>
        </w:rPr>
        <w:t>GenBank: ON254531.1</w:t>
      </w:r>
    </w:p>
    <w:p w14:paraId="2A64F333" w14:textId="77777777" w:rsidR="00D94565" w:rsidRPr="00D94565" w:rsidRDefault="00D94565" w:rsidP="00D94565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D9456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D94565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"https://www.ncbi.nlm.nih.gov/nuccore/ON254531.1?report=fasta" </w:instrText>
      </w:r>
      <w:r w:rsidRPr="00D9456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D94565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D9456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D94565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D9456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D94565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"https://www.ncbi.nlm.nih.gov/nuccore/ON254531.1?report=graph" </w:instrText>
      </w:r>
      <w:r w:rsidRPr="00D9456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D94565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D9456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D94565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254531.1"/>
    <w:bookmarkEnd w:id="1"/>
    <w:p w14:paraId="7DD2C5AA" w14:textId="77777777" w:rsidR="00D94565" w:rsidRPr="00D94565" w:rsidRDefault="00D94565" w:rsidP="00D94565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D9456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D94565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"https://www.ncbi.nlm.nih.gov/nuccore/ON254531.1?expand-gaps=on" \l "goto2225445905_0" </w:instrText>
      </w:r>
      <w:r w:rsidRPr="00D9456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D94565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D9456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19F5F84E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>LOCUS       ON254531               29693 bp    RNA     linear   VRL 18-APR-2022</w:t>
      </w:r>
    </w:p>
    <w:p w14:paraId="0C439165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172D86FE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SARS-CoV-2/human/USA/TX-DSHS-18056/2022 ORF1ab polyprotein</w:t>
      </w:r>
    </w:p>
    <w:p w14:paraId="48A073B2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(ORF1ab), ORF1a polyprotein (ORF1ab), and surface glycoprotein (S)</w:t>
      </w:r>
    </w:p>
    <w:p w14:paraId="4E83610F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genes, complete cds; ORF3a protein (ORF3a) and membrane</w:t>
      </w:r>
    </w:p>
    <w:p w14:paraId="212F5DC9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glycoprotein (M) genes, partial cds; ORF6 protein (ORF6) and ORF7a</w:t>
      </w:r>
    </w:p>
    <w:p w14:paraId="312D99A0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protein (ORF7a) genes, complete cds; ORF7b (ORF7b) and nucleocapsid</w:t>
      </w:r>
    </w:p>
    <w:p w14:paraId="3D6B4C0B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phosphoprotein (N) genes, partial cds; and ORF10 protein (ORF10)</w:t>
      </w:r>
    </w:p>
    <w:p w14:paraId="58510F52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gene, complete cds.</w:t>
      </w:r>
    </w:p>
    <w:p w14:paraId="38C5A803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>ACCESSION   ON254531</w:t>
      </w:r>
    </w:p>
    <w:p w14:paraId="11CB5229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>VERSION     ON254531.1</w:t>
      </w:r>
    </w:p>
    <w:p w14:paraId="401BA4EB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"https://www.ncbi.nlm.nih.gov/bioproject/PRJNA639066" </w:instrTex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9456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PRJNA639066</w: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F92A3C8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"https://www.ncbi.nlm.nih.gov/biosample/SAMN27590041" </w:instrTex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9456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SAMN27590041</w: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37A23CBF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Sequence Read Archive: </w: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"https://www.ncbi.nlm.nih.gov/sra/SRR18761918" </w:instrTex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9456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SRR18761918</w: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601466C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59F791AC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099C57AB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9456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DDBE8FA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08859EF5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092FD235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0A9FED62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>REFERENCE   1  (bases 1 to 29693)</w:t>
      </w:r>
    </w:p>
    <w:p w14:paraId="34628FEF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Pokharel,A., Bobier,K., Lu,J., Oh,B., Tuladhar,R., Pedrueza,M.,</w:t>
      </w:r>
    </w:p>
    <w:p w14:paraId="44389AAB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Rahman,M., Long,K., Lee,R., Kubin,G. and Sun,Y.</w:t>
      </w:r>
    </w:p>
    <w:p w14:paraId="4A92599A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6B844DB9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(18-APR-2022) Laboratory Services Section, Texas</w:t>
      </w:r>
    </w:p>
    <w:p w14:paraId="4DA697CF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Department of State Health Services-SARS-CoV-2 submission group,</w:t>
      </w:r>
    </w:p>
    <w:p w14:paraId="0B1AC5BB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1100 W. 49th St, Austin, TX 78756, USA</w:t>
      </w:r>
    </w:p>
    <w:p w14:paraId="1D204F22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254531.1"/>
      <w:bookmarkEnd w:id="2"/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7B8887AA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bwa/iVar v. 0.7.17-r1188/1.3.1</w:t>
      </w:r>
    </w:p>
    <w:p w14:paraId="3FC98D6D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</w:t>
      </w:r>
    </w:p>
    <w:p w14:paraId="3243746D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60D64DAA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254531.1"/>
      <w:bookmarkEnd w:id="3"/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186E6B52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1..29693</w:t>
      </w:r>
    </w:p>
    <w:p w14:paraId="5F17E63B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32E83D2D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127FB5BA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486B53E5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/isolate="SARS-CoV-2/human/USA/TX-DSHS-18056/2022"</w:t>
      </w:r>
    </w:p>
    <w:p w14:paraId="587E624A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/isolation_source="nasopharyngeal swab"</w:t>
      </w:r>
    </w:p>
    <w:p w14:paraId="038D9285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693A9F6D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9456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90311C3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Texas"</w:t>
      </w:r>
    </w:p>
    <w:p w14:paraId="55CD0E4D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/collection_date="2022-03-29"</w:t>
      </w:r>
    </w:p>
    <w:p w14:paraId="36AA7D1C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/note="EPI_ISL_12059695"</w:t>
      </w:r>
    </w:p>
    <w:p w14:paraId="458E6C8B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"https://www.ncbi.nlm.nih.gov/nuccore/ON254531.1?from=212&amp;to=21489" </w:instrTex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9456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212..21489</w:t>
      </w:r>
    </w:p>
    <w:p w14:paraId="03E6F461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E39E595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"https://www.ncbi.nlm.nih.gov/nuccore/ON254531.1?location=212:13402,13402:21489" </w:instrTex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9456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join(212..13402,13402..21489)</w:t>
      </w:r>
    </w:p>
    <w:p w14:paraId="1E2975C0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796FA74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3612F45B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0351417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5F505F57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"https://www.ncbi.nlm.nih.gov/protein/2225445906" </w:instrTex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9456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UOZ97865.1</w: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9667428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5A82FD6B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6E40D85F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48B9A0EF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145FC45F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38FD384B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65656F88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7F74AFE2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3A8C7E7E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3ADD7852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5D5DC5BE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7177EFB3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21339287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5288F91E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6BC9D6F4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39482D6D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21037FE6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KLASHMYCSFYPPDEDEEEGDCEEEEFEPSTQYEYGTEDDYQGKPLEFGATSAALQPE</w:t>
      </w:r>
    </w:p>
    <w:p w14:paraId="1E4E511B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3D8A3547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7A2AAEAB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527BDA12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7469B96E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16FBA973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4FA05740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55400E1C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156A3C8A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27A130FB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6DE0E586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67D22570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03F318ED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200FEA68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1DA05500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2AE9A3D6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603F237B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7140FE3F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6566AB8C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2ED01305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7F7675A3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7E8BF1B6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59C4CAED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6DA9D105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26C48E60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5D96BF88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7B3EA942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2DF0358D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73431D57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70C97881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7C20EE43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166174DB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33CCBA6B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501871F0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54D7E093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78CF3FD1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41D01BA7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67C1B0B4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0CA4DDD5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2BDEF232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22FE3C63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0E5F5BBD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LKVDTANPKTPKYKFVRIQPGQTFSVLACYNGSPSGVYQCAMRHNFTIKGSFLNGSCG</w:t>
      </w:r>
    </w:p>
    <w:p w14:paraId="7B4F16DB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242CCE6A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65F77FEA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62F311D1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21FF68A7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5E5E8D75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6C65A395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1241826B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7634FCF0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69D87A9F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30E51448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5F47E4EC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6426189C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248B0193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03C82345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2FFDD0C1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373E48EA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6B8019D0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2C6B347A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27C90629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65FE2490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61CDA810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29B56267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2E8CD52C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6BDAC4F6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42C2F240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4BD455D8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2BEE1C15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68B81895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79940CDA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3FBE09A5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7884E1EB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1CDBF28E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3CF4E091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1957F03F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5DA864FF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203768C0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08BA46A0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6D34166E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024D5D8B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6D0A6068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4221577E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KSAQCFKMFYKGVITHDVSSAINRPQIGVVREFLTRNPAWRKAVFISPYNSQNAVASK</w:t>
      </w:r>
    </w:p>
    <w:p w14:paraId="142641EF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1ABC3A67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42194D52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5FB81CB4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3531FE08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59EB4E2C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3322E2F3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5C694C82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4EA8F4F6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42CA641F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696FE289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0452837B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6C8AB3C3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201F34E1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683C6B16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70E5128A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1F053963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26774B2E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498BF0BD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189F5203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3319FE47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073CC4AF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41522DB7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"https://www.ncbi.nlm.nih.gov/protein/UOZ97865.1?from=1&amp;to=180" </w:instrTex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9456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08B08B8B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7E6009A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4DB1FB1F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"https://www.ncbi.nlm.nih.gov/protein/UOZ97865.1?from=181&amp;to=818" </w:instrTex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9456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3FFBB2BF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605251A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7E6D1681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"https://www.ncbi.nlm.nih.gov/protein/UOZ97865.1?from=819&amp;to=2762" </w:instrTex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9456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2666..8497</w:t>
      </w:r>
    </w:p>
    <w:p w14:paraId="3A055EAE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B0E10F3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65AD2F03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"https://www.ncbi.nlm.nih.gov/protein/UOZ97865.1?from=2763&amp;to=3262" </w:instrTex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9456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8498..9997</w:t>
      </w:r>
    </w:p>
    <w:p w14:paraId="3FF1864B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FB9BCEB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03915CC4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"https://www.ncbi.nlm.nih.gov/protein/UOZ97865.1?from=3263&amp;to=3568" </w:instrTex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9456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9998..10915</w:t>
      </w:r>
    </w:p>
    <w:p w14:paraId="7AA07310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86B1EED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408E5C83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"https://www.ncbi.nlm.nih.gov/protein/UOZ97865.1?from=3569&amp;to=3855" </w:instrTex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9456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10916..11776</w:t>
      </w:r>
    </w:p>
    <w:p w14:paraId="307FF584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7FAA052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24E53BB0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"https://www.ncbi.nlm.nih.gov/protein/UOZ97865.1?from=3856&amp;to=3938" </w:instrTex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9456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11777..12025</w:t>
      </w:r>
    </w:p>
    <w:p w14:paraId="092F96DF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01BBAAE1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17972041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"https://www.ncbi.nlm.nih.gov/protein/UOZ97865.1?from=3939&amp;to=4136" </w:instrTex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9456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12026..12619</w:t>
      </w:r>
    </w:p>
    <w:p w14:paraId="1BBD1F08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15C2FFA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08A95AE5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"https://www.ncbi.nlm.nih.gov/protein/UOZ97865.1?from=4137&amp;to=4249" </w:instrTex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9456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12620..12958</w:t>
      </w:r>
    </w:p>
    <w:p w14:paraId="6410CB32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3502C5B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65C28E2D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"https://www.ncbi.nlm.nih.gov/protein/UOZ97865.1?from=4250&amp;to=4388" </w:instrTex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9456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12959..13375</w:t>
      </w:r>
    </w:p>
    <w:p w14:paraId="73D53C92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681A047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45EEABB8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"https://www.ncbi.nlm.nih.gov/protein/UOZ97865.1?from=4389&amp;to=5320" </w:instrTex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9456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join(13376..13402,13402..16170)</w:t>
      </w:r>
    </w:p>
    <w:p w14:paraId="703E8935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A22AE84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0F8DC5F6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"https://www.ncbi.nlm.nih.gov/protein/UOZ97865.1?from=5321&amp;to=5921" </w:instrTex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9456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16171..17973</w:t>
      </w:r>
    </w:p>
    <w:p w14:paraId="4CF03732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6826849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43E77A4F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"https://www.ncbi.nlm.nih.gov/protein/UOZ97865.1?from=5922&amp;to=6448" </w:instrTex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9456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17974..19554</w:t>
      </w:r>
    </w:p>
    <w:p w14:paraId="224BEE9C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60D9C34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632E664F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"https://www.ncbi.nlm.nih.gov/protein/UOZ97865.1?from=6449&amp;to=6794" </w:instrTex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9456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19555..20592</w:t>
      </w:r>
    </w:p>
    <w:p w14:paraId="0617C25D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8881F35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792221A5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"https://www.ncbi.nlm.nih.gov/protein/UOZ97865.1?from=6795&amp;to=7092" </w:instrTex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9456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20593..21486</w:t>
      </w:r>
    </w:p>
    <w:p w14:paraId="2D71BEA3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FAB4B41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6972E6DC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"https://www.ncbi.nlm.nih.gov/nuccore/ON254531.1?from=212&amp;to=13417" </w:instrTex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9456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212..13417</w:t>
      </w:r>
    </w:p>
    <w:p w14:paraId="780F75A3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420E7C1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D677C33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0614AD5D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"https://www.ncbi.nlm.nih.gov/protein/2225445907" </w:instrTex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9456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UOZ97866.1</w: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24B6D93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02B7815D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54EA81E9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4386992B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1DAEE914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5A3071AA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0F8578F4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0E7DD53A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0C69C879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513C787D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17E72589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1997AF3F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KPVLDWLEEKFKEGVEFLRDGWEIVKFISTCACEIVGGQIVTCAKEIKESVQTFFKLV</w:t>
      </w:r>
    </w:p>
    <w:p w14:paraId="6B2AB962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6116D8F7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448E5904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23F9CDC4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41578D7A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56DB60C7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391C9BDE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19946ADE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6DD48A9B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0DD652D9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72351018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78B74A92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2AB4CBEF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75006444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2B1379BE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25323D60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13694D11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49BE39B3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21B86E88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3B751D77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16F831B4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4A978734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322AB44D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2B53C2B8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4761D107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0E9CDEA0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331554E0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5465EA6B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64DEEAED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56E7810E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0A4ED2B3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0CF5E3FD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503814E9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12870ABC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61B38AD6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3FE22AF4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6296AC1A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49555D00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6ADDB6FE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56C220FD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70786758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56218837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YYFMRFRRAFGEYSHVVAFNTLLFLMSFTVLCLTPVYSFLPGVYSVIYLYLTFYLTND</w:t>
      </w:r>
    </w:p>
    <w:p w14:paraId="5F737986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6C09F7D2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557533F1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0C5679BF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6C895C04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6C9BF82A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368C670F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435A7168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7FBD7D24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2376D088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202AAE07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2062F3FF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0F3752FC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58773CC0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71627C38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6A4474D1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5F425528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0EC9DA91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70D2A9E4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5CCC7907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2B4BDC48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184E8EB9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18C61D83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0366D6F4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"https://www.ncbi.nlm.nih.gov/protein/UOZ97866.1?from=1&amp;to=180" </w:instrTex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9456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1B50F023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B19299D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5F5E16AB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"https://www.ncbi.nlm.nih.gov/protein/UOZ97866.1?from=181&amp;to=818" </w:instrTex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9456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37988586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14732A1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536E393B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"https://www.ncbi.nlm.nih.gov/protein/UOZ97866.1?from=819&amp;to=2762" </w:instrTex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9456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2666..8497</w:t>
      </w:r>
    </w:p>
    <w:p w14:paraId="46967841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5903E11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59A9CD98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"https://www.ncbi.nlm.nih.gov/protein/UOZ97866.1?from=2763&amp;to=3262" </w:instrTex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9456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8498..9997</w:t>
      </w:r>
    </w:p>
    <w:p w14:paraId="62411BA1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6CDE067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5326C55B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"https://www.ncbi.nlm.nih.gov/protein/UOZ97866.1?from=3263&amp;to=3568" </w:instrTex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9456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9998..10915</w:t>
      </w:r>
    </w:p>
    <w:p w14:paraId="116E0A4E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58E086F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74E669B4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"https://www.ncbi.nlm.nih.gov/protein/UOZ97866.1?from=3569&amp;to=3855" </w:instrTex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9456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10916..11776</w:t>
      </w:r>
    </w:p>
    <w:p w14:paraId="4672275C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45CCFC3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179B2F6E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"https://www.ncbi.nlm.nih.gov/protein/UOZ97866.1?from=3856&amp;to=3938" </w:instrTex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9456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11777..12025</w:t>
      </w:r>
    </w:p>
    <w:p w14:paraId="37773C4B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450DEF6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5D867BC7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"https://www.ncbi.nlm.nih.gov/protein/UOZ97866.1?from=3939&amp;to=4136" </w:instrTex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9456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12026..12619</w:t>
      </w:r>
    </w:p>
    <w:p w14:paraId="0B47573D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AEA7FBF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2133B242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"https://www.ncbi.nlm.nih.gov/protein/UOZ97866.1?from=4137&amp;to=4249" </w:instrTex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9456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12620..12958</w:t>
      </w:r>
    </w:p>
    <w:p w14:paraId="574A48B8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7D4A444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13AEB459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"https://www.ncbi.nlm.nih.gov/protein/UOZ97866.1?from=4250&amp;to=4388" </w:instrTex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9456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12959..13375</w:t>
      </w:r>
    </w:p>
    <w:p w14:paraId="30498689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FBB0532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14C31753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"https://www.ncbi.nlm.nih.gov/protein/UOZ97866.1?from=4389&amp;to=4401" </w:instrTex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9456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13376..13414</w:t>
      </w:r>
    </w:p>
    <w:p w14:paraId="1B627B8F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C2ADD77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037EE0C5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"https://www.ncbi.nlm.nih.gov/nuccore/ON254531.1?from=13410&amp;to=13437" </w:instrTex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9456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13410..13437</w:t>
      </w:r>
    </w:p>
    <w:p w14:paraId="3581A46F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98DF903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6696B4E4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3EA66FA3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"https://www.ncbi.nlm.nih.gov/nuccore/ON254531.1?from=13422&amp;to=13476" </w:instrTex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9456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13422..13476</w:t>
      </w:r>
    </w:p>
    <w:p w14:paraId="12158DC5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FEC71F7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0CDD01CD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159ACC9F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"https://www.ncbi.nlm.nih.gov/nuccore/ON254531.1?from=21497&amp;to=25309" </w:instrTex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9456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21497..25309</w:t>
      </w:r>
    </w:p>
    <w:p w14:paraId="6EA8BD9C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5A7EFF4F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"https://www.ncbi.nlm.nih.gov/nuccore/ON254531.1?from=21497&amp;to=25309" </w:instrTex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9456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21497..25309</w:t>
      </w:r>
    </w:p>
    <w:p w14:paraId="55155A6E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2F3B1AE8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984142C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2B067FF4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"https://www.ncbi.nlm.nih.gov/protein/2225445908" </w:instrTex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9456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UOZ97867.1</w: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3676E50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21FFAF28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68EF5EEE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4219C2A7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714D539C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3E8D8ACC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57128927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FDEVFNATRFASVYAWNRKRISNCVADYSVLYNLAPFFAFKCYGVSPTKLNDLCFTNV</w:t>
      </w:r>
    </w:p>
    <w:p w14:paraId="7D247D39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7BE4EEA9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18A4CC72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0543FF6B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1CAA62B9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4F9A052F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SVASQSIIAYTMSLGAENSVAYSNNSIAIPTNFTISVTTEILPVSMTKTSVDCTMYIC</w:t>
      </w:r>
    </w:p>
    <w:p w14:paraId="62C5BBD5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56C3B976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2DAED0F7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26935931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7DD16EE2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6697DC3F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6AE9385F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10248C66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652AF081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3B5981B2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73D154AA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"https://www.ncbi.nlm.nih.gov/nuccore/ON254531.1?from=25318&amp;to=25693" </w:instrTex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9456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25318..&gt;25693</w:t>
      </w:r>
    </w:p>
    <w:p w14:paraId="40A9F724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537B03CF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"https://www.ncbi.nlm.nih.gov/nuccore/ON254531.1?from=25318&amp;to=25693" </w:instrTex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9456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25318..&gt;25693</w:t>
      </w:r>
    </w:p>
    <w:p w14:paraId="314DECF9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1588DEF5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EDE0FF5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6816F142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"https://www.ncbi.nlm.nih.gov/protein/2225445909" </w:instrTex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9456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UOZ97868.1</w: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3326736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4FAE7495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72BB5C88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APFFYLYALVYFLQSINFVRIIM"</w:t>
      </w:r>
    </w:p>
    <w:p w14:paraId="18D9B689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25694..26691</w:t>
      </w:r>
    </w:p>
    <w:p w14:paraId="733C5340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/estimated_length=998</w:t>
      </w:r>
    </w:p>
    <w:p w14:paraId="6C52A1E7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"https://www.ncbi.nlm.nih.gov/nuccore/ON254531.1?from=26692&amp;to=27116" </w:instrTex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9456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&lt;26692..27116</w:t>
      </w:r>
    </w:p>
    <w:p w14:paraId="391A0B3C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372DE16D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"https://www.ncbi.nlm.nih.gov/nuccore/ON254531.1?from=26692&amp;to=27116" </w:instrTex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9456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&lt;26692..27116</w:t>
      </w:r>
    </w:p>
    <w:p w14:paraId="762DEA43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5A80FA1C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/codon_start=3</w:t>
      </w:r>
    </w:p>
    <w:p w14:paraId="2107E20F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467823C7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"https://www.ncbi.nlm.nih.gov/protein/2225445910" </w:instrTex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9456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UOZ97869.1</w: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A016A54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/translation="AMACLVGLMWLSYFIASFRLFARTRSMWSFNPETNILLNVPLHG</w:t>
      </w:r>
    </w:p>
    <w:p w14:paraId="7358D49B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TILTRPLLESELVIGAVILRGHLRIAGHHLGRCDIKDLPKEITVATSRTLSYYKLGAS</w:t>
      </w:r>
    </w:p>
    <w:p w14:paraId="31E13213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QRVAGDSGFAAYSRYRIGNYKLNTDHSSSSDNIALLVQ"</w:t>
      </w:r>
    </w:p>
    <w:p w14:paraId="274ACECE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"https://www.ncbi.nlm.nih.gov/nuccore/ON254531.1?from=27127&amp;to=27312" </w:instrTex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9456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27127..27312</w:t>
      </w:r>
    </w:p>
    <w:p w14:paraId="7BEC8EBF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3D2D3464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"https://www.ncbi.nlm.nih.gov/nuccore/ON254531.1?from=27127&amp;to=27312" </w:instrTex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9456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27127..27312</w:t>
      </w:r>
    </w:p>
    <w:p w14:paraId="0A3FB5AD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49295D0D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2E3A632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026BAA47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"https://www.ncbi.nlm.nih.gov/protein/2225445911" </w:instrTex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9456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UOZ97870.1</w: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7701EA9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2355346E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16C93442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"https://www.ncbi.nlm.nih.gov/nuccore/ON254531.1?from=27319&amp;to=27684" </w:instrTex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9456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27319..27684</w:t>
      </w:r>
    </w:p>
    <w:p w14:paraId="3FE688B7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0A17ABED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"https://www.ncbi.nlm.nih.gov/nuccore/ON254531.1?from=27319&amp;to=27684" </w:instrTex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9456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27319..27684</w:t>
      </w:r>
    </w:p>
    <w:p w14:paraId="492B5599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1E7FB8C2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4DFACB7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33F1B1D6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"https://www.ncbi.nlm.nih.gov/protein/2225445912" </w:instrTex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9456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UOZ97871.1</w: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A4031E9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6BC7A94F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65B72A97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3EE9DC77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"https://www.ncbi.nlm.nih.gov/nuccore/ON254531.1?from=27681&amp;to=27797" </w:instrTex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9456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27681..&gt;27797</w:t>
      </w:r>
    </w:p>
    <w:p w14:paraId="2CBB9381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33168046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"https://www.ncbi.nlm.nih.gov/nuccore/ON254531.1?from=27681&amp;to=27797" </w:instrTex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9456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27681..&gt;27797</w:t>
      </w:r>
    </w:p>
    <w:p w14:paraId="0143D10E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21B7AE79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EAD2E21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74CF629E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"https://www.ncbi.nlm.nih.gov/protein/2225445913" </w:instrTex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9456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UOZ97872.1</w: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307398D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/translation="MIELSLIDFYLCFLAFLLFLVLIMLIIFWFSLELQDHNE"</w:t>
      </w:r>
    </w:p>
    <w:p w14:paraId="5737B8E7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27798..28624</w:t>
      </w:r>
    </w:p>
    <w:p w14:paraId="0FBD583A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/estimated_length=827</w:t>
      </w:r>
    </w:p>
    <w:p w14:paraId="6DEE6888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"https://www.ncbi.nlm.nih.gov/nuccore/ON254531.1?from=28625&amp;to=29458" </w:instrTex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9456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&lt;28625..29458</w:t>
      </w:r>
    </w:p>
    <w:p w14:paraId="6E2D23D6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54C4C173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"https://www.ncbi.nlm.nih.gov/nuccore/ON254531.1?from=28625&amp;to=29458" </w:instrTex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9456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&lt;28625..29458</w:t>
      </w:r>
    </w:p>
    <w:p w14:paraId="1B3E4A99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3FC07FB0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6EF4DF1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358DE993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"https://www.ncbi.nlm.nih.gov/protein/2225445914" </w:instrTex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9456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UOZ97873.1</w: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04669C5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/translation="KDHIGTRNPANNAAIVLQLPQGTTLPKGFYAEGSRGGSQASSRS</w:t>
      </w:r>
    </w:p>
    <w:p w14:paraId="48547B57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SSRSRNSSRNSTPGSSKRTSPARMAGNGGDAALALLLLDRLNQLESKMSGKGQQQQGQ</w:t>
      </w:r>
    </w:p>
    <w:p w14:paraId="6C0C8B19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TVTKKSAAEASKKPRQKRTATKAYNVTQAFGRRGPEQTQGNFGDQELIRQGTDYKHWP</w:t>
      </w:r>
    </w:p>
    <w:p w14:paraId="38413DC3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QIAQFAPSASAFFGMSRIGMEVTPSGTWLTYTGAIKLDDKGPNFKDQVILLNKHIDAY</w:t>
      </w:r>
    </w:p>
    <w:p w14:paraId="39EB2919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KTFPPTEPKKDKKKKADETQALPQRQKKQQTVTLLPAADLDDFSKQLQQSMSSADSTQ</w:t>
      </w:r>
    </w:p>
    <w:p w14:paraId="0D9473F6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A"</w:t>
      </w:r>
    </w:p>
    <w:p w14:paraId="1331499C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"https://www.ncbi.nlm.nih.gov/nuccore/ON254531.1?from=29483&amp;to=29599" </w:instrTex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9456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29483..29599</w:t>
      </w:r>
    </w:p>
    <w:p w14:paraId="64E1A3B6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F52663E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"https://www.ncbi.nlm.nih.gov/nuccore/ON254531.1?from=29483&amp;to=29599" </w:instrTex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9456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29483..29599</w:t>
      </w:r>
    </w:p>
    <w:p w14:paraId="57292C4B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19515EE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F773FC0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0CD57EFF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"https://www.ncbi.nlm.nih.gov/protein/2225445915" </w:instrTex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9456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UOZ97874.1</w: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575B2BB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3F56B5AE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"https://www.ncbi.nlm.nih.gov/nuccore/ON254531.1?from=29534&amp;to=29569" </w:instrTex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9456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29534..29569</w:t>
      </w:r>
    </w:p>
    <w:p w14:paraId="7C84B6E3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/gene="ORF10"</w:t>
      </w:r>
    </w:p>
    <w:p w14:paraId="0A692B23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7FA89D2D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"https://www.ncbi.nlm.nih.gov/nuccore/ON254531.1?from=29554&amp;to=29582" </w:instrTex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9456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29554..29582</w:t>
      </w:r>
    </w:p>
    <w:p w14:paraId="02A2C1C9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8F0E801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0D0139BF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"https://www.ncbi.nlm.nih.gov/nuccore/ON254531.1?from=29653&amp;to=29693" </w:instrTex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9456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29653..29693</w:t>
      </w:r>
    </w:p>
    <w:p w14:paraId="03111488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414D451A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4C60C9EB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254531.1"/>
      <w:bookmarkEnd w:id="4"/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agatctgttc tctaaacgaa ctttaaaatc tgtgtggctg tcactcggct gcatgcttag</w:t>
      </w:r>
    </w:p>
    <w:p w14:paraId="382F1430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tgcactcacg cagtataatt aataactaat tactgtcgtt gacaggacac gagtaactcg</w:t>
      </w:r>
    </w:p>
    <w:p w14:paraId="01264AC9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tctatcttct gcaggctgct tacggtttcg tccgtgttgc agccgatcat cagcacatct</w:t>
      </w:r>
    </w:p>
    <w:p w14:paraId="350FB03A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aggttttgtc cgggtgtgac cgaaaggtaa gatggagagc cttgtccctg gtttcaacga</w:t>
      </w:r>
    </w:p>
    <w:p w14:paraId="35E8652F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gaaaacacac gtccaactca gtttgcctgt tttacaggtt cgcgacgtgc tcgtacgtgg</w:t>
      </w:r>
    </w:p>
    <w:p w14:paraId="2F7E7F53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ctttggagac tccgtggagg aggtcttatc agaggcacgt caacatctta aagatggcac</w:t>
      </w:r>
    </w:p>
    <w:p w14:paraId="22E75AA3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ttgtggctta gtagaagttg aaaaaggcgt tttgcctcaa cttgaacagc cctatgtgtt</w:t>
      </w:r>
    </w:p>
    <w:p w14:paraId="208CDDA2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catcaaacgt tcggatgctc gaactgcacc tcatggtcat gttatggttg agctggtagc</w:t>
      </w:r>
    </w:p>
    <w:p w14:paraId="571F4F17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agaactcgaa ggcattcagt acggtcgtag tggtgagaca cttggtgtcc ttgtccctca</w:t>
      </w:r>
    </w:p>
    <w:p w14:paraId="672A0AE2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tgtgggcgaa ataccagtgg cttaccgcaa ggttcttctt cgtaagaacg gtaataaagg</w:t>
      </w:r>
    </w:p>
    <w:p w14:paraId="52F05EA9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agctggtggc catagttacg gcgccgatct aaagtcattt gacttaggcg acgagcttgg</w:t>
      </w:r>
    </w:p>
    <w:p w14:paraId="6A6C5C13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cactgatcct tatgaagatt ttcaagaaaa ctggaacact aaacatagca gtggtgttac</w:t>
      </w:r>
    </w:p>
    <w:p w14:paraId="5A152735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ccgtgaactc atgcgtgagc ttaacggagg ggcatacact cgctatgtcg ataacaactt</w:t>
      </w:r>
    </w:p>
    <w:p w14:paraId="788E0214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ctgtggccct gatggctacc ctcttgagtg cattaaagac cttctagcac gtgctggtaa</w:t>
      </w:r>
    </w:p>
    <w:p w14:paraId="7AF2B3B2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agcttcatgc actttgtccg aacaactgga ctttattgac actaagaggg gtgtatactg</w:t>
      </w:r>
    </w:p>
    <w:p w14:paraId="4BE4AC60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ctgccgtgaa catgagcatg aaattgcttg gtacacggaa cgttctgaaa agagctatga</w:t>
      </w:r>
    </w:p>
    <w:p w14:paraId="1EB5AA55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attgcagaca ccttttgaaa ttaaattggc aaagaaattt gacaccttca atggggaatg</w:t>
      </w:r>
    </w:p>
    <w:p w14:paraId="3A542EFC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tccaaatttt gtatttccct taaattccat aatcaagact attcaaccaa gggttgaaaa</w:t>
      </w:r>
    </w:p>
    <w:p w14:paraId="4A9B448D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gaaaaagctt gatggcttta tgggtagaat tcgatctgtc tatccagttg cgtcaccaaa</w:t>
      </w:r>
    </w:p>
    <w:p w14:paraId="41A1A83E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tgaatgcaac caaatgtgcc tttcaactct catgaagtgt gatcattgtg gtgaaacttc</w:t>
      </w:r>
    </w:p>
    <w:p w14:paraId="71C03640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atggcagacg ggcgattttg ttaaagccac ttgcgaattt tgtggcactg agaatttgac</w:t>
      </w:r>
    </w:p>
    <w:p w14:paraId="75EE2C62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taaagaaggt gccactactt gtggttactt accccaaaat gctgttgtta aaatttattg</w:t>
      </w:r>
    </w:p>
    <w:p w14:paraId="4D29A49C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tccagcatgt cacaattcag aagtaggacc tgagcatagt cttgccgaat accataatga</w:t>
      </w:r>
    </w:p>
    <w:p w14:paraId="519CDBFF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atctggcttg aaaaccattc ttcgtaaggg tggtcgcact attgcctttg gaggctgtgt</w:t>
      </w:r>
    </w:p>
    <w:p w14:paraId="09B0B1FD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gttctcttat gttggttgcc ataacaagtg tgcctattgg gttccacgtg ctagcgctaa</w:t>
      </w:r>
    </w:p>
    <w:p w14:paraId="5AA8DD0C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cataggttgt aaccatacag gtgttgttgg agaaggttcc gaaggtctta atgacaacct</w:t>
      </w:r>
    </w:p>
    <w:p w14:paraId="1B3500A9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tcttgaaata ctccaaaaag agaaagtcaa catcaatatt gttggtgact ttaaacttaa</w:t>
      </w:r>
    </w:p>
    <w:p w14:paraId="5B670B11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tgaagagatc gccattattt tggcatcttt ttctgcttcc acaagtgctt ttgtggaaac</w:t>
      </w:r>
    </w:p>
    <w:p w14:paraId="1B206372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tgtgaaaggt ttggattata aagcattcaa acaaattgtt gaatcctgtg gtaattttaa</w:t>
      </w:r>
    </w:p>
    <w:p w14:paraId="4493BED7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agttacaaaa ggaaaagcta aaaaaggtgc ctggaatatt ggtgaacaga aatcaatact</w:t>
      </w:r>
    </w:p>
    <w:p w14:paraId="730D214F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gagtcctctt tatgcatttg catcagaggc tgctcgtgtt gtacgatcaa ttttctcccg</w:t>
      </w:r>
    </w:p>
    <w:p w14:paraId="59C3C06B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cactcttgaa actgctcaaa attctgtgcg tgttttacag aaggccgcta taacaatact</w:t>
      </w:r>
    </w:p>
    <w:p w14:paraId="45B9B84A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agatggaatt tcacagtatt cactgagact cattgatgct atgatgttca catctgattt</w:t>
      </w:r>
    </w:p>
    <w:p w14:paraId="00DFCC8C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ggctactaac aatctagttg taatggccta cattacaggt ggtgttgttc agttgacttc</w:t>
      </w:r>
    </w:p>
    <w:p w14:paraId="24B6CC49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2041 gcagtggcta actaacatct ttggcactgt ttatgaaaaa ctcaaacccg tccttgattg</w:t>
      </w:r>
    </w:p>
    <w:p w14:paraId="13C7D38E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gcttgaagag aagtttaagg aaggtgtaga gtttcttaga gacggttggg aaattgttaa</w:t>
      </w:r>
    </w:p>
    <w:p w14:paraId="740BB50E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atttatctca acctgtgctt gtgaaattgt cggtggacaa attgtcacct gtgcaaagga</w:t>
      </w:r>
    </w:p>
    <w:p w14:paraId="002DC0B4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aattaaggag agtgttcaga cattctttaa gcttgtaaat aaatttttgg ctttgtgtgc</w:t>
      </w:r>
    </w:p>
    <w:p w14:paraId="764676C1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tgactctatc attattggtg gagctaaact taaagccttg aatttaggtg aaacatttgt</w:t>
      </w:r>
    </w:p>
    <w:p w14:paraId="0846C141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cacgcactca aagggattgt acagaaagtg tgttaaatcc agagaagaaa ctggcctact</w:t>
      </w:r>
    </w:p>
    <w:p w14:paraId="1D709522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catgcctcta aaagccccaa aagaaattat cttcttagag ggagaaacac ttcccacaga</w:t>
      </w:r>
    </w:p>
    <w:p w14:paraId="03160DE0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agtgttaaca gaggaagttg tcttgaaaac tggtgattta caaccattag aacaacctac</w:t>
      </w:r>
    </w:p>
    <w:p w14:paraId="001EF9A9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tagtgaagct gttgaagctc cattggttgg tacaccagtt tgtattaacg ggcttatgtt</w:t>
      </w:r>
    </w:p>
    <w:p w14:paraId="3F5C6D1D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gctcgaaatc aaagacacag aaaagtactg tgcccttgca cctaatatga tggtaacaaa</w:t>
      </w:r>
    </w:p>
    <w:p w14:paraId="57D2BC28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caataccttc acactcaaag gcggtgcacc aacaaaggtt acttttggtg atgacactgt</w:t>
      </w:r>
    </w:p>
    <w:p w14:paraId="4A89372D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gatagaagtg caaggttaca agagtgtgaa tatcactttt gaacttgatg aaaggattga</w:t>
      </w:r>
    </w:p>
    <w:p w14:paraId="0D16A1BA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taaagtactt aatgagaggt gctctgccta tacagttgaa ctcggtacag aagtaaatga</w:t>
      </w:r>
    </w:p>
    <w:p w14:paraId="38471105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gttcgcctgt gttgtggcag atgctgtcat aaaaactttg caaccagtat ctgaattact</w:t>
      </w:r>
    </w:p>
    <w:p w14:paraId="1964CC5A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tacaccactg ggcattgatt tagatgagtg gagtatggct acatactact tatttgatga</w:t>
      </w:r>
    </w:p>
    <w:p w14:paraId="4B0062E0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gtctggtgag tttaaattgg cttcacatat gtattgttct ttttaccctc cagatgagga</w:t>
      </w:r>
    </w:p>
    <w:p w14:paraId="68DDFE78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tgaagaagaa ggtgattgtg aagaagaaga gtttgagcca tcaactcaat atgagtatgg</w:t>
      </w:r>
    </w:p>
    <w:p w14:paraId="27782C4B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tactgaagat gattaccaag gtaaaccttt ggaatttggt gccacttctg ctgctcttca</w:t>
      </w:r>
    </w:p>
    <w:p w14:paraId="484805E6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acctgaagaa gagcaagaag aagattggtt agatgatgat agtcaacaaa ctgttggtca</w:t>
      </w:r>
    </w:p>
    <w:p w14:paraId="0E171B6E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acaagacggc agtgaggaca atcagacaac tactattcaa acaattgttg aggttcaacc</w:t>
      </w:r>
    </w:p>
    <w:p w14:paraId="2783FA64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tcaattagag atggaactta caccagttgt tcagactatt gaagtgaata gttttagtgg</w:t>
      </w:r>
    </w:p>
    <w:p w14:paraId="0D29A759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ttatttaaaa cttactgaca atgtatacat taaaaatgca gacattgtgg aagaagctaa</w:t>
      </w:r>
    </w:p>
    <w:p w14:paraId="1205ACB8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aaaggtaaaa ccaacagtgg ttgttaatgc agccaatgtt taccttaaac atggaggagg</w:t>
      </w:r>
    </w:p>
    <w:p w14:paraId="7EBFC8D6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tgttgcagga gccttaaata aggctactaa caatgccatg caagttgaat ctgatgatta</w:t>
      </w:r>
    </w:p>
    <w:p w14:paraId="1E88AA36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catagctact aatggaccac ttaaagtggg tggtagttgt gttttaagcg gacacaatct</w:t>
      </w:r>
    </w:p>
    <w:p w14:paraId="7BF6A5D1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tgctaaacac tgtcttcatg ttgtcggccc aaatgttaac aaaggtgaag acattcaact</w:t>
      </w:r>
    </w:p>
    <w:p w14:paraId="404438B7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tcttaagagt gcttatgaaa attttaatca gcacgaagtt ctacttgcac cattattatc</w:t>
      </w:r>
    </w:p>
    <w:p w14:paraId="14408CA4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agctggtatt tttggtgctg accctataca ttctttaaga gtttgtgtag atactgttcg</w:t>
      </w:r>
    </w:p>
    <w:p w14:paraId="0B601FFC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cacaaatgtc tacttagctg tctttgataa aaatctctat gacaaacttg tttcaagctt</w:t>
      </w:r>
    </w:p>
    <w:p w14:paraId="01B7C710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tttggaaatg aagagtgaaa agcaagttga acaaaagatc gctgagattc ctaaagagga</w:t>
      </w:r>
    </w:p>
    <w:p w14:paraId="025C735A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agttaagcca tttataactg aaagtaaacc ttcagttgaa cagagaaaac aagatgataa</w:t>
      </w:r>
    </w:p>
    <w:p w14:paraId="2FC20290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gaaaatcaaa gcttgtgttg aagaagttac aacaactctg gaagaaacta agttcctcac</w:t>
      </w:r>
    </w:p>
    <w:p w14:paraId="40E927FF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agaaaacttg ttactttata ttgacattaa tggcaatctt catccagatt ctgccactct</w:t>
      </w:r>
    </w:p>
    <w:p w14:paraId="4BB04418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tgttagtgac attgacatca ctttcttaaa gaaagatgct ccatatatag tgggtgatgt</w:t>
      </w:r>
    </w:p>
    <w:p w14:paraId="44311A1F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tgttcaagag ggtgttttaa ctgctgtggt tatacctact aaaaaggctg gtggcactac</w:t>
      </w:r>
    </w:p>
    <w:p w14:paraId="2AC3E317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tgaaatgcta gcgaaagctt tgagaaaagt gccaacagac aattatataa ccacttaccc</w:t>
      </w:r>
    </w:p>
    <w:p w14:paraId="37EBBC4D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gggtcagggt ttaaatggtt acactgtaga ggaggcaaag acagtgctta aaaagtgtaa</w:t>
      </w:r>
    </w:p>
    <w:p w14:paraId="69A3B2BB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aagtgccttt tacattctac catctattat ctctaatgag aagcaagaaa ttcttggaac</w:t>
      </w:r>
    </w:p>
    <w:p w14:paraId="480CAB31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tgtttcttgg aatttgcgag aaatgcttgc acatgcagaa gaaacacgca aattaatgcc</w:t>
      </w:r>
    </w:p>
    <w:p w14:paraId="291048ED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tgtctgtgtg gaaactaaag ccatagtttc aactatacag cgtaaatata agggtattaa</w:t>
      </w:r>
    </w:p>
    <w:p w14:paraId="70CA6291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aatacaagag ggtgtggttg attatggtgc tagattttac ttttacacca gtaaaacaac</w:t>
      </w:r>
    </w:p>
    <w:p w14:paraId="1F3456E7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tgtagcgtca cttatcaaca cacttaacga tctaaatgaa actcttgtta caatgccact</w:t>
      </w:r>
    </w:p>
    <w:p w14:paraId="35F6AA12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4561 tggctatgta acacatggct taaatttgga agaagctgct cggtatatga gatctctcaa</w:t>
      </w:r>
    </w:p>
    <w:p w14:paraId="52E73953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agtgccagct acagtttctg tttcttcacc tgatgctgtt acagcgtata atggttatct</w:t>
      </w:r>
    </w:p>
    <w:p w14:paraId="0B8EF541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tacttcttct tctaaaacac ctgaagaaca ttttattgaa accatctcac ttgctggttc</w:t>
      </w:r>
    </w:p>
    <w:p w14:paraId="066378C3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ctataaagat tggtcctatt ctggacaatc tacacaacta ggtatagaat ttcttaagag</w:t>
      </w:r>
    </w:p>
    <w:p w14:paraId="311C8285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aggtgataaa agtgtatatt acactagtaa tcctaccaca ttccacctag atggtgaagt</w:t>
      </w:r>
    </w:p>
    <w:p w14:paraId="2DC7EC34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tatcaccttt gacaatctta agacacttct ttctttgaga gaagtgagga ctattaaggt</w:t>
      </w:r>
    </w:p>
    <w:p w14:paraId="69BD5018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gtttacaaca gtagacaaca ttaacctcca cacgcaagtt gtggacatgt caatgacata</w:t>
      </w:r>
    </w:p>
    <w:p w14:paraId="1EB69451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tggacaacag tttggtccaa cttatttgga tggagctgat gttactaaaa taaaacctca</w:t>
      </w:r>
    </w:p>
    <w:p w14:paraId="5D64BAF8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taattcacat gaaggtaaaa cattttatgt tttacctaat gatgacactc tacgtgttga</w:t>
      </w:r>
    </w:p>
    <w:p w14:paraId="7C65AA3C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ggcttttgag tactaccaca caactgatcc tagttttctg ggtaggtaca tgtcagcatt</w:t>
      </w:r>
    </w:p>
    <w:p w14:paraId="6340C072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aaatcacact aaaaagtgga aatacccaca agttaatggt ttaacttcta ttaaatgggc</w:t>
      </w:r>
    </w:p>
    <w:p w14:paraId="4623D0F9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agataacaac tgttatcttg ccactgcatt gttaacactc caacaaatag agttgaagtt</w:t>
      </w:r>
    </w:p>
    <w:p w14:paraId="6714A816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taatccacct gctctacaag atgcttatta cagagcaagg gctggtgaag cggctaactt</w:t>
      </w:r>
    </w:p>
    <w:p w14:paraId="1E8146B6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ttgtgcactt atcttagcct actgtaataa gacagtaggt gagttaggtg atgttagaga</w:t>
      </w:r>
    </w:p>
    <w:p w14:paraId="60826B1D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aacaatgagt tacttgtttc aacatgccaa tttagattct tgcaaaagag tcttgaacgt</w:t>
      </w:r>
    </w:p>
    <w:p w14:paraId="06541DD1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ggtgtgtaaa acttgtggac aacagcagac aacccttaag ggtgtagaag ctgttatgta</w:t>
      </w:r>
    </w:p>
    <w:p w14:paraId="64088C14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catgggcaca ctttcttatg aacaatttaa gaaaggtgtt cagatacctt gtacgtgtgg</w:t>
      </w:r>
    </w:p>
    <w:p w14:paraId="36F2BB1A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taaacaagct acaaaatatc tagtacaaca ggagtcacct tttgttatga tgtcagcacc</w:t>
      </w:r>
    </w:p>
    <w:p w14:paraId="19009423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acctgctcag tatgaactta agcatggtac atttacttgt gctagtgagt acactggtaa</w:t>
      </w:r>
    </w:p>
    <w:p w14:paraId="463FC553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ttaccagtgt ggtcactata aacatataac ttctaaagaa actttgtatt gcatagacgg</w:t>
      </w:r>
    </w:p>
    <w:p w14:paraId="1781ED5A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tgctttactt acaaagtcct cagaatacaa aggtcctatt acggatgttt tctacaaaga</w:t>
      </w:r>
    </w:p>
    <w:p w14:paraId="6E7B5442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aaacagttac acaacaacca taaaaccagt tacttataaa ttggatggtg ttgtttgtac</w:t>
      </w:r>
    </w:p>
    <w:p w14:paraId="0C5C5B85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agaaattgac cctaagttgg acaattatta taagaaagac aattcttatt tcacagagca</w:t>
      </w:r>
    </w:p>
    <w:p w14:paraId="4E2FB463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accaattgat cttgtaccaa accaaccata tccaaacgca agcttcgata attttaagtt</w:t>
      </w:r>
    </w:p>
    <w:p w14:paraId="17282737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tgtatgtgat aatatcaaat ttgctgatga tttaaaccag ttaactggtt ataagaaacc</w:t>
      </w:r>
    </w:p>
    <w:p w14:paraId="7A751602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tgcttcaaga gagcttaaag ttacattttt ccctgactta aatggtgatg tggtggctat</w:t>
      </w:r>
    </w:p>
    <w:p w14:paraId="78DA514B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tgattataaa cactacacac cctcttttaa gaaaggagct aaattgttac ataaacctat</w:t>
      </w:r>
    </w:p>
    <w:p w14:paraId="6A6DB323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tgtttggcat gttaacaatg caactaataa agccacgtat aaaccaaata cctggtgtat</w:t>
      </w:r>
    </w:p>
    <w:p w14:paraId="0D7E4087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acgttgtctt tggagcacaa aaccagttga aacatcaaat tcgtttgatg tactgaagtc</w:t>
      </w:r>
    </w:p>
    <w:p w14:paraId="3F7E235B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agaggacgcg cagggaatgg ataatcttgc ctgcgaagat ctaaaaccag tctctgaaga</w:t>
      </w:r>
    </w:p>
    <w:p w14:paraId="651F2942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agtagtggaa aatcctacca tacagaaaga cgttcttgag tgtaatgtga aaactaccga</w:t>
      </w:r>
    </w:p>
    <w:p w14:paraId="777EA296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agttgtagga gacattatac ttaaaccagc aaataatata aaaattacag aagaggttgg</w:t>
      </w:r>
    </w:p>
    <w:p w14:paraId="50305DFC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ccacacagat ctaatggctg cttatgtaga caattctagt cttactatta agaaacctaa</w:t>
      </w:r>
    </w:p>
    <w:p w14:paraId="6A92725F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tgaattatct agagtattag gtttgaaaac ccttgctact catggtttag ctgctgttaa</w:t>
      </w:r>
    </w:p>
    <w:p w14:paraId="0F3AA0F3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tagtgtccct tgggatacta tagctaatta tgctaagcct tttcttaaca aagttgttag</w:t>
      </w:r>
    </w:p>
    <w:p w14:paraId="573D361C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tacaactact aacatagtta cacggtgttt aaaccgtgtt tgtactaatt atatgcctta</w:t>
      </w:r>
    </w:p>
    <w:p w14:paraId="6251B3F9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tttctttact ttattgctac aattgtgtac ttttactaga agtacaaatt ctagaattaa</w:t>
      </w:r>
    </w:p>
    <w:p w14:paraId="7372558F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agcatctatg ccgactacta tagcaaagaa tactgttaag agtgtcggta aattttgtct</w:t>
      </w:r>
    </w:p>
    <w:p w14:paraId="044943B1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agaggcttca tttaattatt tgaagtcacc taatttttct aaactgataa atattataat</w:t>
      </w:r>
    </w:p>
    <w:p w14:paraId="09B690C8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ttggttttta ctattaagtg tttgcctagg ttctttaatc tactcaaccg ctgctttagg</w:t>
      </w:r>
    </w:p>
    <w:p w14:paraId="3BDCF3F7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tgttttaatg tctaatttag gcatgccttc ttactgtact ggttacagag aaggctattt</w:t>
      </w:r>
    </w:p>
    <w:p w14:paraId="2688241F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gaactctact aatgtcacta ttgcaaccta ctgtactggt tctatacctt gtagtgtttg</w:t>
      </w:r>
    </w:p>
    <w:p w14:paraId="4FDE877C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7081 tcttagtggt ttagattctt tagacaccta tccttcttta gaaactatac aaattaccat</w:t>
      </w:r>
    </w:p>
    <w:p w14:paraId="2700922A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ttcatctttt aaatgggatt taactgcttt tggcttagtt gcagagtggt ttttggcata</w:t>
      </w:r>
    </w:p>
    <w:p w14:paraId="5BF4213C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tattcttttc actaggtttt tctatgtact tggattggct gcaatcatgc aattgttttt</w:t>
      </w:r>
    </w:p>
    <w:p w14:paraId="3FABDBAE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cagctatttt gcagtacatt ttattagtaa ttcttggctt atgtggttaa taattaatct</w:t>
      </w:r>
    </w:p>
    <w:p w14:paraId="3F1776BB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tgtacaaatg gccccgattt cagctatggt tagaatgtac atcttctttg catcatttta</w:t>
      </w:r>
    </w:p>
    <w:p w14:paraId="0232B995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ttatgtatgg aaaagttatg tgcatgttgt agacggttgt aattcatcaa cttgtatgat</w:t>
      </w:r>
    </w:p>
    <w:p w14:paraId="6F062DD7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gtgttacaaa cgtaatagag caacaagagt cgaatgtaca actattgtta atggtgttag</w:t>
      </w:r>
    </w:p>
    <w:p w14:paraId="5B199175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aaggtccttt tatgtctatg ctaatggagg taaaggcttt tgcaaactac acaattggaa</w:t>
      </w:r>
    </w:p>
    <w:p w14:paraId="7EEE2C1D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ttgtgttaat tgtgatacat tctgtgctgg tagtacattt attagtgatg aagttgcgag</w:t>
      </w:r>
    </w:p>
    <w:p w14:paraId="121F42FC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agacttgtca ctacagttta aaagaccaat aaatcctact gaccagtctt cttacatcgt</w:t>
      </w:r>
    </w:p>
    <w:p w14:paraId="54596722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tgatagtgtt acagtgaaga atggttccat ccatctttac tttgataaag ctggtcaaaa</w:t>
      </w:r>
    </w:p>
    <w:p w14:paraId="04D655ED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gacttatgaa agacattctc tctctcattt tgttaactta gacaacctga gagctaataa</w:t>
      </w:r>
    </w:p>
    <w:p w14:paraId="2DAB1F05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cactaaaggt tcattgccta ttaatgttat agtttttgat ggtaaatcaa aatgtgaaga</w:t>
      </w:r>
    </w:p>
    <w:p w14:paraId="18D1C5F4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atcatctgca aaatcagcgt ctgtttacta cagtcagctt atgtgtcaac ctatactgtt</w:t>
      </w:r>
    </w:p>
    <w:p w14:paraId="42A3F1E4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actagatcag gcattagtgt ctgatgttgg tgatagtgcg gaagttgcag ttaaaatgtt</w:t>
      </w:r>
    </w:p>
    <w:p w14:paraId="26837FE9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tgatgcttac gttaatacgt tttcatcaac ttttaacgta ccaatggaaa aactcaaaac</w:t>
      </w:r>
    </w:p>
    <w:p w14:paraId="1DCEDD72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actagttgca actgcagaag ctgaacttgc aaagaatgtg tccttagaca atgtcttatc</w:t>
      </w:r>
    </w:p>
    <w:p w14:paraId="2412230D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tacttttatt tcagcagctc ggcaagggtt tgttgattca gatgtagaaa ctaaagatgt</w:t>
      </w:r>
    </w:p>
    <w:p w14:paraId="66D76BE2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tgttgaatgt cttaaattgt cacatcaatc tgacatagaa gttactggcg atagttgtaa</w:t>
      </w:r>
    </w:p>
    <w:p w14:paraId="7152A5D9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taactatatg ctcacctata acaaagttga aaacatgaca ccccgtgacc ttggtgcttg</w:t>
      </w:r>
    </w:p>
    <w:p w14:paraId="0AB1737E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tattgactgt agtgcgcgtc atattaatgc gcaggtagca aaaagtcaca acattacttt</w:t>
      </w:r>
    </w:p>
    <w:p w14:paraId="54A84D6A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gatatggaac gttaaagatt tcatgtcatt gtctgaacaa ctacgaaaac aaatacgtag</w:t>
      </w:r>
    </w:p>
    <w:p w14:paraId="57AEAE87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tgctgctaaa aagaataact taccttttaa gttgacatgt gcaactacta gacaagttgt</w:t>
      </w:r>
    </w:p>
    <w:p w14:paraId="636A54C5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taatgttgta acaacaaaga tagcacttaa gggtggtaaa attgttaata attggttgaa</w:t>
      </w:r>
    </w:p>
    <w:p w14:paraId="014300B5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gcagttaatt aaagttacac ttgtgttcct ttttgttgct gctattttct atttaataac</w:t>
      </w:r>
    </w:p>
    <w:p w14:paraId="027ECBE4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acctgttcat gtcatgtcta aacatactga cttttcaagt gaaatcatag gatacaaggc</w:t>
      </w:r>
    </w:p>
    <w:p w14:paraId="55609CC8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tattgatggt ggtgtcactc gtgacatagc atctacagat acttgttttg ctaacaaaca</w:t>
      </w:r>
    </w:p>
    <w:p w14:paraId="766B7769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tgctgatttt gacacatggt ttagccagcg tggtggtagt tatactaatg acaaagcttg</w:t>
      </w:r>
    </w:p>
    <w:p w14:paraId="13D0E511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cccattgatt gctgcagtca taacaagaga agtgggtttt gtcgtgcctg gtttgcctgg</w:t>
      </w:r>
    </w:p>
    <w:p w14:paraId="4FF082A2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cacgatatta cgcacaacta atggtgactt tttgcatttc ttacctagag tttttagtgc</w:t>
      </w:r>
    </w:p>
    <w:p w14:paraId="58D0694D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agttggtaac atctgttaca caccatcaaa acttatagag tacactgact ttgcaacatc</w:t>
      </w:r>
    </w:p>
    <w:p w14:paraId="4E6490C1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agcttgtgtt ttggctgctg aatgtacaat ttttaaagat gcttctggta agccagtacc</w:t>
      </w:r>
    </w:p>
    <w:p w14:paraId="03121788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atattgttat gataccaatg tactagaagg ttctgttgct tatgaaagtt tacgccctga</w:t>
      </w:r>
    </w:p>
    <w:p w14:paraId="681D6098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cacacgttat gtgctcatgg atggctctat tattcaattt cctaacacct accttgaagg</w:t>
      </w:r>
    </w:p>
    <w:p w14:paraId="4A0F9D28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ttctgttaga gtggtaacaa cttttgattc tgagtactgt aggcacggca cttgtgaaag</w:t>
      </w:r>
    </w:p>
    <w:p w14:paraId="540CF4A0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atcagaagct ggtgtttgtg tatctactag tggtagatgg gtacttaaca atgattatta</w:t>
      </w:r>
    </w:p>
    <w:p w14:paraId="101189F3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cagatcttta ccaggagttt tctgtggtgt agatgctgta aatttactta ctaatatgtt</w:t>
      </w:r>
    </w:p>
    <w:p w14:paraId="0BE5F15E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tacaccacta attcaaccta ttggtgcttt ggacatatca gcatctatag tagctggtgg</w:t>
      </w:r>
    </w:p>
    <w:p w14:paraId="0F695E92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tattgtagct atcgtagtaa catgccttgc ctactatttt atgaggttta gaagagcttt</w:t>
      </w:r>
    </w:p>
    <w:p w14:paraId="585DBC16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tggtgaatac agtcatgtag ttgcctttaa tactttacta ttccttatgt cattcactgt</w:t>
      </w:r>
    </w:p>
    <w:p w14:paraId="1F0588E9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actctgttta acaccagttt actcattctt acctggtgtt tattctgtta tttacttgta</w:t>
      </w:r>
    </w:p>
    <w:p w14:paraId="32622238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cttgacattt tatcttacta atgatgtttc ttttttagca catattcagt ggatggttat</w:t>
      </w:r>
    </w:p>
    <w:p w14:paraId="79C7946F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9601 gttcacacct ttagtacctt tctggataac aattgcttat atcatttgta tttccacaaa</w:t>
      </w:r>
    </w:p>
    <w:p w14:paraId="78965B36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gcatttctat tggttcttta gtaattacct aaagagacgt gtagtcttta atggtgtttc</w:t>
      </w:r>
    </w:p>
    <w:p w14:paraId="3B360E3E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ctttagtact tttgaagaag ctgcgctgtg cacctttttg ttaaataaag aaatgtatct</w:t>
      </w:r>
    </w:p>
    <w:p w14:paraId="23CD4275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aaagttgcgt agtgatgtgc tattacctct tacgcaatat aatagatact tagctcttta</w:t>
      </w:r>
    </w:p>
    <w:p w14:paraId="147B457E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taataagtac aagtatttta gtggagcaat ggatacaact agctacagag aagctgcttg</w:t>
      </w:r>
    </w:p>
    <w:p w14:paraId="5825B515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ttgtcatctc gcaaaggctc tcaatgactt cagtaactca ggttctgatg ttctttacca</w:t>
      </w:r>
    </w:p>
    <w:p w14:paraId="39A0DD51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accaccacaa atctctatca cctcagctgt tttgcagagt ggttttagaa aaatggcatt</w:t>
      </w:r>
    </w:p>
    <w:p w14:paraId="6B573B79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cccatctggt aaagttgagg gttgtatggt acaagtaact tgtggtacaa ctacactcaa</w:t>
      </w:r>
    </w:p>
    <w:p w14:paraId="0C918300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cggtctttgg cttgatgacg tagtttactg tccaagacat gtgatctgca cctctgaaga</w:t>
      </w:r>
    </w:p>
    <w:p w14:paraId="455B5C29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catgcttaac cctaattatg aagatttact cattcgtaag tctaatcata atttcttggt</w:t>
      </w:r>
    </w:p>
    <w:p w14:paraId="5CEB5D78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acaggctggt aatgttcaac tcagggttat tggacattct atgcaaaatt gtgtacttaa</w:t>
      </w:r>
    </w:p>
    <w:p w14:paraId="4C6DB6DC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gcttaaggtt gatacagcca atcctaagac acctaagtat aagtttgttc gcattcaacc</w:t>
      </w:r>
    </w:p>
    <w:p w14:paraId="280CEFD6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aggacagact ttttcagtgt tagcttgtta caatggttca ccatctggtg tttaccaatg</w:t>
      </w:r>
    </w:p>
    <w:p w14:paraId="1359BD63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tgctatgagg cacaatttca ctattaaggg ttcattcctt aatggttcat gtggtagtgt</w:t>
      </w:r>
    </w:p>
    <w:p w14:paraId="74C32DDE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tggttttaac atagattatg actgtgtctc tttttgttac atgcaccata tggaattacc</w:t>
      </w:r>
    </w:p>
    <w:p w14:paraId="7EC3929C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aactggagtt catgctggca cagacttaga aggtaacttt tatggacctt ttgttgacag</w:t>
      </w:r>
    </w:p>
    <w:p w14:paraId="2FDC5958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gcaaacagca caagcagctg gtacggacac aactattaca gttaatgttt tagcttggtt</w:t>
      </w:r>
    </w:p>
    <w:p w14:paraId="335C4363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gtacgctgct gttataaatg gagacaggtg gtttctcaat cgatttacca caactcttaa</w:t>
      </w:r>
    </w:p>
    <w:p w14:paraId="7591EC34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tgactttaac cttgtggcta tgaagtacaa ttatgaacct ctaacacaag accatgttga</w:t>
      </w:r>
    </w:p>
    <w:p w14:paraId="7A1F6C6A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catactagga cctctttctg ctcaaactgg aattgccgtt ttagatatgt gtgcttcatt</w:t>
      </w:r>
    </w:p>
    <w:p w14:paraId="228F2382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aaaagaatta ctgcaaaatg gtatgaatgg acgtaccata ttgggtagtg ctttattaga</w:t>
      </w:r>
    </w:p>
    <w:p w14:paraId="6851F596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agatgaattt acaccttttg atgttgttag acaatgctca ggtgttactt tccaaagtgc</w:t>
      </w:r>
    </w:p>
    <w:p w14:paraId="2B4760A6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agtgaaaaga acaatcaagg gtacacacca ctggttgtta ctcacaattt tgacttcact</w:t>
      </w:r>
    </w:p>
    <w:p w14:paraId="6C537C05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tttagtttta gtccagagta ctcaatggtc tttgttcttt tttttgtatg aaaatgcctt</w:t>
      </w:r>
    </w:p>
    <w:p w14:paraId="59C9C31A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tttacctttt gctatgggta ttattgctat gtctgctttt gcaatgatgt ttgtcaaaca</w:t>
      </w:r>
    </w:p>
    <w:p w14:paraId="2C4E9CE1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taagcatgca tttctctgtt tgtttttgtt accttctctt gccactgtag cttattttaa</w:t>
      </w:r>
    </w:p>
    <w:p w14:paraId="5EE534CF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tatggtctat atgcctgcta gttgggtgat gcgtattatg acatggttgg atatggttga</w:t>
      </w:r>
    </w:p>
    <w:p w14:paraId="1A27D792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tactagtttt aagctaaaag actgtgttat gtatgcatca gctgtagtgt tactaatcct</w:t>
      </w:r>
    </w:p>
    <w:p w14:paraId="0585C4E0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tatgacagca agaactgtgt atgatgatgg tgctaggaga gtgtggacac ttatgaatgt</w:t>
      </w:r>
    </w:p>
    <w:p w14:paraId="77DE67C4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cttgacactc gtttataaag tttattatgg taatgcttta gatcaagcca tttccatgtg</w:t>
      </w:r>
    </w:p>
    <w:p w14:paraId="2A3FB25B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ggctcttata atctctgtta cttctaacta ctcaggtgta gttacaactg tcatgttttt</w:t>
      </w:r>
    </w:p>
    <w:p w14:paraId="68AA131D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ggccagaggt gttgttttta tgtgtgttga gtattgccct attttcttca taactggtaa</w:t>
      </w:r>
    </w:p>
    <w:p w14:paraId="5FAC395E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tacacttcag tgtataatgc tagtttattg tttcttaggc tatttttgta cttgttactt</w:t>
      </w:r>
    </w:p>
    <w:p w14:paraId="6D21B252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tggcctcttt tgtttactca accgctactt tagactgact cttggtgttt atgattactt</w:t>
      </w:r>
    </w:p>
    <w:p w14:paraId="40C2F890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agtttctaca caggagttta gatatatgaa ttcacaggga ctactcccac ccaagaatag</w:t>
      </w:r>
    </w:p>
    <w:p w14:paraId="12C6810F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catagatgcc ttcaaactca acattaaatt gttgggtgtt ggtggcaaac cttgtatcaa</w:t>
      </w:r>
    </w:p>
    <w:p w14:paraId="6451E0A2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agtagccact gtacagtcta aaatgtcaga tgtaaagtgc acatcagtag tcttactctc</w:t>
      </w:r>
    </w:p>
    <w:p w14:paraId="34238BEE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agttttgcaa caactcagag tagaatcatc atctaaattg tgggctcaat gtgtccagtt</w:t>
      </w:r>
    </w:p>
    <w:p w14:paraId="52BC0493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acacaatgac attctcttag ctaaagatac tactgaagcc tttgaaaaaa tggtttcact</w:t>
      </w:r>
    </w:p>
    <w:p w14:paraId="12085073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actttctgtt ttgctttcca tgcagggtgc tgtagacata aacaagcttt gtgaagaaat</w:t>
      </w:r>
    </w:p>
    <w:p w14:paraId="64030578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gctggacaac agggcaacct tacaagctat agcctcagag tttagttccc ttccatcata</w:t>
      </w:r>
    </w:p>
    <w:p w14:paraId="62F5C78D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tgcagctttt gctactgctc aagaagctta tgagcaggct gttgctaatg gtgattctga</w:t>
      </w:r>
    </w:p>
    <w:p w14:paraId="09F548D6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12121 agttgttctt aaaaagttga agaagtcttt gaatgtggct aaatctgaat ttgaccgtga</w:t>
      </w:r>
    </w:p>
    <w:p w14:paraId="21F800B4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tgcagccatg caacgtaagt tggaaaagat ggctgatcaa gctatgaccc aaatgtataa</w:t>
      </w:r>
    </w:p>
    <w:p w14:paraId="423FAD64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acaggctaga tctgaggaca agagggcaaa agttactagt gctatgcaga caatgctttt</w:t>
      </w:r>
    </w:p>
    <w:p w14:paraId="1FEBB16B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cactatgctt agaaagttgg ataatgatgc actcaacaac attatcaaca atgcaagaga</w:t>
      </w:r>
    </w:p>
    <w:p w14:paraId="3002126A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tggttgtgtt cccttgaaca taatacctct tacaacagca gccaaactaa tggttgtcat</w:t>
      </w:r>
    </w:p>
    <w:p w14:paraId="5A893D5B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accagactat aacacatata aaaatacgtg tgatggtaca acatttactt atgcatcagc</w:t>
      </w:r>
    </w:p>
    <w:p w14:paraId="5E03A585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attgtgggaa atccaacagg ttgtagatgc agatagtaaa attgttcaac ttagtgaaat</w:t>
      </w:r>
    </w:p>
    <w:p w14:paraId="4CF1DADF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tagtatggac aattcaccta atttagcatg gcctcttatt gtaacagctt taagggccaa</w:t>
      </w:r>
    </w:p>
    <w:p w14:paraId="75668B01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ttctgctgtc aaattacaga ataatgagct tagtcctgtt gcactacgac agatgtcttg</w:t>
      </w:r>
    </w:p>
    <w:p w14:paraId="79EF9813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tgctgccggt actacacaaa ctgcttgcac tgatgacaat gcgttagctt actacaacac</w:t>
      </w:r>
    </w:p>
    <w:p w14:paraId="77AA14B3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aacaaaggga ggtaggtttg tacttgcact gttatccgat ttacaggatt tgaaatgggc</w:t>
      </w:r>
    </w:p>
    <w:p w14:paraId="52E90459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tagattccct aagagtgatg gaactggtac tatctataca gaactggaac caccttgtag</w:t>
      </w:r>
    </w:p>
    <w:p w14:paraId="5058A4C5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gtttgttaca gacacaccta aaggtcctaa agtgaagtat ttatacttta ttaaaggatt</w:t>
      </w:r>
    </w:p>
    <w:p w14:paraId="73B5FC9E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aaacaaccta aatagaggta tggtacttgg tagtttagct gccacagtac gtctacaagc</w:t>
      </w:r>
    </w:p>
    <w:p w14:paraId="27A93E8C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tggtaatgca acagaagtgc ctgccaattc aactgtatta tctttctgtg cttttgctgt</w:t>
      </w:r>
    </w:p>
    <w:p w14:paraId="22D15229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agatgctgct aaagcttaca aagattatct agctagtggg ggacaaccaa tcactaattg</w:t>
      </w:r>
    </w:p>
    <w:p w14:paraId="5349A571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tgttaagatg ttgtgtacac acactggtac tggtcaggca ataacagtca caccggaagc</w:t>
      </w:r>
    </w:p>
    <w:p w14:paraId="4B5CC2E1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caatatggat caagaatcct ttggtggtgc atcgtgttgt ctgtactgcc gttgccacat</w:t>
      </w:r>
    </w:p>
    <w:p w14:paraId="40AD21FB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agatcatcca aatcctaaag gattttgtga cttaaaaggt aagtatgtac aaatacctac</w:t>
      </w:r>
    </w:p>
    <w:p w14:paraId="4CFD77C5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aacttgtgct aatgaccctg tgggttttac acttaaaaac acagtctgta ccgtctgcgg</w:t>
      </w:r>
    </w:p>
    <w:p w14:paraId="32E89563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tatgtggaaa ggttatggct gtagttgtga tcaactccgc gaacccatgc ttcagtcagc</w:t>
      </w:r>
    </w:p>
    <w:p w14:paraId="1FB7C21F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tgatgcacaa tcgtttttaa acgggtttgc ggtgtaagtg cagcccgtct tacaccgtgc</w:t>
      </w:r>
    </w:p>
    <w:p w14:paraId="679ED9DB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ggcacaggca ctagtactga tgtcgtatac agggcttttg acatctacaa tgataaagta</w:t>
      </w:r>
    </w:p>
    <w:p w14:paraId="5418820C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gctggttttg ctaaattcct aaaaactaat tgttgtcgct tccaagaaaa ggacgaagat</w:t>
      </w:r>
    </w:p>
    <w:p w14:paraId="4B41D7E2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gacaatttaa ttgattctta ctttgtagtt aagagacaca ctttctctaa ctaccaacat</w:t>
      </w:r>
    </w:p>
    <w:p w14:paraId="3803C48E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gaagaaacaa tttataattt acttaaggat tgtccagctg ttgctaaaca tgacttcttt</w:t>
      </w:r>
    </w:p>
    <w:p w14:paraId="0398520F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aagtttagaa tagacggtga catggtacca catatatcac gtcaacgtct tactaaatac</w:t>
      </w:r>
    </w:p>
    <w:p w14:paraId="0590AE18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acaatggcag acctcgtcta tgctttaagg cattttgatg aaggtaattg tgacacatta</w:t>
      </w:r>
    </w:p>
    <w:p w14:paraId="1A737B61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aaagaaatac ttgtcacata caattgttgt gatgatgatt atttcaataa aaaggactgg</w:t>
      </w:r>
    </w:p>
    <w:p w14:paraId="5B50F59A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tatgattttg tagaaaaccc agatatatta cgcgtatacg ccaacttagg tgaacgtgta</w:t>
      </w:r>
    </w:p>
    <w:p w14:paraId="4BEB0C15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cgccaagctt tgttaaaaac agtacaattc tgtgatgcca tgcgaaatgc tggtattgtt</w:t>
      </w:r>
    </w:p>
    <w:p w14:paraId="133B5421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ggtgtactga cattagataa tcaagatctc aatggtaact ggtatgattt cggtgatttc</w:t>
      </w:r>
    </w:p>
    <w:p w14:paraId="661728F0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atacaaacca cgccaggtag tggagttcct gttgtagatt cttattattc attgttaatg</w:t>
      </w:r>
    </w:p>
    <w:p w14:paraId="218A6CCF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cctatattaa ccttgaccag ggctttaact gcagagtcac atgttgacac tgacttaaca</w:t>
      </w:r>
    </w:p>
    <w:p w14:paraId="567D1112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aagccttaca ttaagtggga tttgttaaaa tatgacttca cggaagagag gttaaaactc</w:t>
      </w:r>
    </w:p>
    <w:p w14:paraId="1704D182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tttgaccgtt attttaaata ttgggatcag acataccacc caaattgtgt taactgtttg</w:t>
      </w:r>
    </w:p>
    <w:p w14:paraId="2EE62645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gatgacagat gcattctgca ttgtgcaaac tttaatgttt tattctctac agtgttccca</w:t>
      </w:r>
    </w:p>
    <w:p w14:paraId="4E56E7D4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cttacaagtt ttggaccact agtgagaaaa atatttgttg atggtgttcc atttgtagtt</w:t>
      </w:r>
    </w:p>
    <w:p w14:paraId="770883C8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tcaactggat accacttcag agagctaggt gttgtacata atcaggatgt aaacttacat</w:t>
      </w:r>
    </w:p>
    <w:p w14:paraId="1CB492B5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agctctagac ttagttttaa ggaattactt gtgtatgctg ctgaccctgc tatgcacgct</w:t>
      </w:r>
    </w:p>
    <w:p w14:paraId="566CF7C1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gcttctggta atctattact agataaacgc actacgtgct tttcagtagc tgcacttact</w:t>
      </w:r>
    </w:p>
    <w:p w14:paraId="2D698453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aacaatgttg cttttcaaac tgtcaaaccc ggtaatttta acaaagactt ctatgacttt</w:t>
      </w:r>
    </w:p>
    <w:p w14:paraId="44063C7E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14641 gctgtgtcta agggtttctt taaggaagga agttctgttg aattaaaaca cttcttcttt</w:t>
      </w:r>
    </w:p>
    <w:p w14:paraId="3E4B8D88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gctcaggatg gtaatgctgc tatcagcgat tatgactact atcgttataa tctaccaaca</w:t>
      </w:r>
    </w:p>
    <w:p w14:paraId="7381797D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atgtgtgata tcagacaact actatttgta gttgaagttg ttgataagta ctttgattgt</w:t>
      </w:r>
    </w:p>
    <w:p w14:paraId="491E9D81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tacgatggtg gctgtattaa tgctaaccaa gtcatcgtca acaacctaga caaatcagct</w:t>
      </w:r>
    </w:p>
    <w:p w14:paraId="368D49B0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ggttttccat ttaataaatg gggtaaggct agactttatt atgattcaat gagttatgag</w:t>
      </w:r>
    </w:p>
    <w:p w14:paraId="6550A706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gatcaagatg cacttttcgc atatacaaaa cgtaatgtca tccctactat aactcaaatg</w:t>
      </w:r>
    </w:p>
    <w:p w14:paraId="622472F6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aatcttaagt atgccattag tgcaaagaat agagctcgca ccgtagctgg tgtctctatc</w:t>
      </w:r>
    </w:p>
    <w:p w14:paraId="2B5B22C8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tgtagtacta tgaccaatag acagtttcat caaaaattat tgaaatcaat agccgccact</w:t>
      </w:r>
    </w:p>
    <w:p w14:paraId="62521D35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agaggagcta ctgtagtaat tggaacaagc aaattctatg gtggttggca caatatgtta</w:t>
      </w:r>
    </w:p>
    <w:p w14:paraId="03377032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aaaactgttt atagtgatgt agaaaaccct caccttatgg gttgggatta tcctaaatgt</w:t>
      </w:r>
    </w:p>
    <w:p w14:paraId="00D7DDE6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gatagagcca tgcctaacat gcttagaatt atggcctcac ttgttcttgc tcgcaaacat</w:t>
      </w:r>
    </w:p>
    <w:p w14:paraId="746868B7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acaacgtgtt gtagcttgtc acaccgtttc tatagattag ctaatgagtg tgctcaagta</w:t>
      </w:r>
    </w:p>
    <w:p w14:paraId="6486331A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ttgagtgaaa tggtcatgtg tggcggttca ctatatgtta aaccaggtgg aacctcatca</w:t>
      </w:r>
    </w:p>
    <w:p w14:paraId="0B635892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ggagatgcca caactgctta tgctaatagt gtttttaaca tttgtcaagc tgtcacggcc</w:t>
      </w:r>
    </w:p>
    <w:p w14:paraId="7D4990A2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aatgttaatg cacttttatc tactgatggt aacaaaattg ccgataagta tgtccgcaat</w:t>
      </w:r>
    </w:p>
    <w:p w14:paraId="0A3E8E84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ttacaacaca gactttatga gtgtctctat agaaatagag atgttgacac agactttgtg</w:t>
      </w:r>
    </w:p>
    <w:p w14:paraId="1CEE1494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aatgagtttt acgcatattt gcgtaaacat ttctcaatga tgatactctc tgacgatgct</w:t>
      </w:r>
    </w:p>
    <w:p w14:paraId="74983533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gttgtgtgtt tcaatagcac ttatgcatct caaggtctag tggctagcat aaagaacttt</w:t>
      </w:r>
    </w:p>
    <w:p w14:paraId="0E3DD1A7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aagtcagttc tttattatca aaacaatgtt tttatgtctg aagcaaaatg ttggactgag</w:t>
      </w:r>
    </w:p>
    <w:p w14:paraId="74A0AB56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actgacctta ctaaaggacc tcatgaattt tgctctcaac atacaatgct agttaaacag</w:t>
      </w:r>
    </w:p>
    <w:p w14:paraId="52DA00DF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ggtgatgatt atgtgtacct tccttaccca gatccatcaa gaatcctagg ggccggctgt</w:t>
      </w:r>
    </w:p>
    <w:p w14:paraId="106043F4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tttgtagatg atatcgtaaa aacagatggt acacttatga ttgaacggtt cgtgtcttta</w:t>
      </w:r>
    </w:p>
    <w:p w14:paraId="581BB26B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gctatagatg cttacccact tactaaacat cctaatcagg agtatgctga tgtctttcat</w:t>
      </w:r>
    </w:p>
    <w:p w14:paraId="3998975A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ttgtacttac aatacataag aaagctacat gatgagttaa caggacacat gttagacatg</w:t>
      </w:r>
    </w:p>
    <w:p w14:paraId="2DF3216D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tattctgtta tgcttactaa tgataacact tcaaggtatt gggaacctga gttttatgag</w:t>
      </w:r>
    </w:p>
    <w:p w14:paraId="6356223F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gctatgtaca caccgcatac agtcttacag gctgttgggg cttgtgttct ttgcaattca</w:t>
      </w:r>
    </w:p>
    <w:p w14:paraId="7A6CA7F2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cagacttcat taagatgtgg tgcttgcata cgtagaccat tcttatgttg taaatgctgt</w:t>
      </w:r>
    </w:p>
    <w:p w14:paraId="3573DFAF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tacgaccatg tcatatcaac atcacataaa ttagtcttgt ctgttaatcc gtatgtttgc</w:t>
      </w:r>
    </w:p>
    <w:p w14:paraId="3958FE49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aatgctccag gttgtgatgt cacagatgtg actcaacttt acttaggagg tatgagctat</w:t>
      </w:r>
    </w:p>
    <w:p w14:paraId="26201BD3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tattgtaaat cacataaacc acccattagt tttccattgt gtgctaatgg acaagttttt</w:t>
      </w:r>
    </w:p>
    <w:p w14:paraId="38D8374F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ggtttatata aaaatacatg tgttggtagc gataatgtta ctgactttaa tgcaattgca</w:t>
      </w:r>
    </w:p>
    <w:p w14:paraId="59CE9A61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acatgtgact ggacaaatgc tggtgattac attttagcta acacctgtac tgaaagactc</w:t>
      </w:r>
    </w:p>
    <w:p w14:paraId="66055C6B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aagctttttg cagcagaaac gctcaaagct actgaggaga catttaaact gtcttatggt</w:t>
      </w:r>
    </w:p>
    <w:p w14:paraId="76B76543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attgctactg tacgtgaagt gctgtctgac agagaattac atctttcatg ggaagttggt</w:t>
      </w:r>
    </w:p>
    <w:p w14:paraId="74B4A6DC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aaacctagac caccacttaa ccgaaattat gtctttactg gttatcgtgt aactaaaaac</w:t>
      </w:r>
    </w:p>
    <w:p w14:paraId="517238F0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agtaaagtac aaataggaga gtacaccttt gaaaaaggtg actatggtga tgctgttgtt</w:t>
      </w:r>
    </w:p>
    <w:p w14:paraId="25FF2223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taccgaggta caacaactta caaattaaat gttggtgatt attttgtgct gacatcacat</w:t>
      </w:r>
    </w:p>
    <w:p w14:paraId="47CD4F1D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acagtaatgc cattaagtgc acctacacta gtgccacaag agcactatgt tagaattact</w:t>
      </w:r>
    </w:p>
    <w:p w14:paraId="2A60E06E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ggcttatacc caacactcaa tatctcagat gagttttcta gcaatgttgc aaattatcaa</w:t>
      </w:r>
    </w:p>
    <w:p w14:paraId="618EAE15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aaggttggta tgcaaaagta ttctacactc cagggaccac ctggtactgg taagagtcat</w:t>
      </w:r>
    </w:p>
    <w:p w14:paraId="39B93877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tttgctattg gcctagctct ctactaccct tctgctcgca tagtgtatac agcttgctct</w:t>
      </w:r>
    </w:p>
    <w:p w14:paraId="11B80919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catgccgctg ttgatgcact atgtgagaag gcattaaaat atttgcctat agataaatgt</w:t>
      </w:r>
    </w:p>
    <w:p w14:paraId="5C41ABB8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17161 agtagaatta tacctgcacg tgctcgtgta gagtgttttg ataaattcaa agtgaattca</w:t>
      </w:r>
    </w:p>
    <w:p w14:paraId="5E658F0E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acattagaac agtatgtctt ttgtactgta aatgcattgc ctgagacgac agcagatata</w:t>
      </w:r>
    </w:p>
    <w:p w14:paraId="792DE46C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gttgtctttg atgaaatttc aatggccaca aattatgatt tgagtgttgt caatgccaga</w:t>
      </w:r>
    </w:p>
    <w:p w14:paraId="70A1095A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ttacgtgcta agcactatgt gtacattggc gaccctgctc aattacctgc accacgcaca</w:t>
      </w:r>
    </w:p>
    <w:p w14:paraId="6CF0C74A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ttgctaacta agggcacact agaaccagaa tatttcaatt cagtgtgtag acttatgaaa</w:t>
      </w:r>
    </w:p>
    <w:p w14:paraId="6C1A5CFD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actataggtc cagacatgtt cctcggaact tgtcggcgtt gtcctgctga aattgttgac</w:t>
      </w:r>
    </w:p>
    <w:p w14:paraId="4A6E4088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actgtgagtg ctttggttta tgataataag cttaaagcac ataaagacaa atcagctcaa</w:t>
      </w:r>
    </w:p>
    <w:p w14:paraId="02AE8D88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tgctttaaaa tgttttataa gggtgttatc acgcatgatg tttcatctgc aattaacagg</w:t>
      </w:r>
    </w:p>
    <w:p w14:paraId="7D785200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ccacaaatag gcgtggtaag agaattcctt acacgtaacc ctgcttggag aaaagctgtc</w:t>
      </w:r>
    </w:p>
    <w:p w14:paraId="0BEEC1AB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tttatttcac cttataattc acagaatgct gtagcctcaa agattttggg actaccaact</w:t>
      </w:r>
    </w:p>
    <w:p w14:paraId="6188644F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caaactgttg attcatcaca gggctcagaa tatgactatg tcatattcac tcaaaccact</w:t>
      </w:r>
    </w:p>
    <w:p w14:paraId="487D0477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gaaacagctc actcttgtaa tgtaaacaga tttaatgttg ctattaccag agcaaaagta</w:t>
      </w:r>
    </w:p>
    <w:p w14:paraId="7F2113EE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ggcatacttt gcataatgtc tgatagagac ctttatgaca agttgcaatt tacaagtctt</w:t>
      </w:r>
    </w:p>
    <w:p w14:paraId="33069556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gaaattccac gtaggaatgt ggcaacttta caagctgaaa atgtaacagg actctttaaa</w:t>
      </w:r>
    </w:p>
    <w:p w14:paraId="1E9BD218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gattgtagta aggtaatcac tgggttacat cctacacagg cacctacaca cctcagtgtt</w:t>
      </w:r>
    </w:p>
    <w:p w14:paraId="5AD7B1FE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gacactaaat tcaaaactga aggtttatgt gttgacgtac ctggcatacc taaggacatg</w:t>
      </w:r>
    </w:p>
    <w:p w14:paraId="1FD43DDC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acctatagaa gactcatctc tatgatgggt tttaaaatga attatcaagt taatggttac</w:t>
      </w:r>
    </w:p>
    <w:p w14:paraId="2C55D992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cctaacatgt ttatcacccg cgaagaagct ataagacatg tacgtgcatg gattggcttc</w:t>
      </w:r>
    </w:p>
    <w:p w14:paraId="748875CD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gatgtcgagg ggtgtcatgc tactagagaa gctgttggta ccaatttacc tttacagcta</w:t>
      </w:r>
    </w:p>
    <w:p w14:paraId="321C296B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ggtttttcta caggtgttaa cctagttgct gtacctacag gttatgttga tacacctaat</w:t>
      </w:r>
    </w:p>
    <w:p w14:paraId="7D6DAFBB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aatacagatt tttccagagt tagtgctaaa ccaccgcctg gagatcaatt taaacacctc</w:t>
      </w:r>
    </w:p>
    <w:p w14:paraId="73FB8C2C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ataccactta tgtacaaagg acttccttgg aatgtagtgc gtataaagat tgtacaaatg</w:t>
      </w:r>
    </w:p>
    <w:p w14:paraId="143D5BEA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ttaagtgaca cacttaaaaa tctctctgac agagtcgtat ttgtcttatg ggcacatggc</w:t>
      </w:r>
    </w:p>
    <w:p w14:paraId="10FBD117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tttgagttga catctatgaa gtattttgtg aaaataggac ctgagcgcac ctgttgtcta</w:t>
      </w:r>
    </w:p>
    <w:p w14:paraId="279111DC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tgtgatagac gtgccacatg cttttccact gcttcagaca cttatgcctg ttggcatcat</w:t>
      </w:r>
    </w:p>
    <w:p w14:paraId="0366E8BC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tctattggat ttgattacgt ctataatccg tttatgattg atgttcaaca atggggtttt</w:t>
      </w:r>
    </w:p>
    <w:p w14:paraId="1DFB3689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acaggtaacc tacaaagcaa ccatgatctg tattgtcaag tccatggtaa tgcacatgta</w:t>
      </w:r>
    </w:p>
    <w:p w14:paraId="4967EF20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gctagttgtg atgcaatcat gactaggtgt ctagctgtcc acgagtgctt tgttaagcgt</w:t>
      </w:r>
    </w:p>
    <w:p w14:paraId="334D71CC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gttgactgga ctattgaata tcctataatt ggtgatgaac tgaagattaa tgcggcttgt</w:t>
      </w:r>
    </w:p>
    <w:p w14:paraId="3D136A6A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agaaaggttc aacacatggt tgttaaagct gcattattag cagacaaatt cccagttctt</w:t>
      </w:r>
    </w:p>
    <w:p w14:paraId="2CE62D0A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cacgacattg gtaaccctaa agctattaag tgtgtacctc aagctgatgt agaatggaag</w:t>
      </w:r>
    </w:p>
    <w:p w14:paraId="155AABE2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ttctatgatg cacagccttg tagtgacaaa gcttataaaa tagaagaatt attctattct</w:t>
      </w:r>
    </w:p>
    <w:p w14:paraId="5280A902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tatgccacac attctgacaa attcacagat ggtgtatgcc tattttggaa ttgcaatgtc</w:t>
      </w:r>
    </w:p>
    <w:p w14:paraId="2CE09C80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gatagatatc ctgctaattc cattgtttgt agatttgaca ctagagtgct atctaacctt</w:t>
      </w:r>
    </w:p>
    <w:p w14:paraId="3FE0AE1F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aacttgcctg gttgtgatgg tggcagtttg tatgtaaata aacatgcatt ccacacacca</w:t>
      </w:r>
    </w:p>
    <w:p w14:paraId="2984AA03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gcttttgata aaagtgcttt tgttaattta aaacaattac catttttcta ttactctgac</w:t>
      </w:r>
    </w:p>
    <w:p w14:paraId="617B0B41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agtccatgtg agtctcatgg aaaacaagta gtgtcagata tagattatgt accactaaag</w:t>
      </w:r>
    </w:p>
    <w:p w14:paraId="486BB878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tctgctacgt gtataacacg ttgcaattta ggtggtgctg tctgtagaca tcatgctaat</w:t>
      </w:r>
    </w:p>
    <w:p w14:paraId="6790B719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gagtacagat tgtatctcga tgcttataac atgatgatct cagctggctt tagcttgtgg</w:t>
      </w:r>
    </w:p>
    <w:p w14:paraId="35CD1C50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gtttacaaac aatttgatac ttataacctc tggaacactt ttacaagact tcagagttta</w:t>
      </w:r>
    </w:p>
    <w:p w14:paraId="18C407ED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gaaaatgtgg cttttaatgt tgtaaataag ggacactttg atggacaaca gggtgaagta</w:t>
      </w:r>
    </w:p>
    <w:p w14:paraId="3370C0ED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ccagtttcta tcattaataa cactgtttac acaaaagttg atggtgttga tgtagaattg</w:t>
      </w:r>
    </w:p>
    <w:p w14:paraId="07A615EC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19681 tttgaaaata aaacaacatt acctgttaat gtagcatttg agctttgggc taagcgcaac</w:t>
      </w:r>
    </w:p>
    <w:p w14:paraId="09A3BFB3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attaaaccag taccagaggt gaaaatactc aataatttgg gtgtggacat tgctgctaat</w:t>
      </w:r>
    </w:p>
    <w:p w14:paraId="69FDFC02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actgtgatct gggactacaa aagagatgct ccagcacata tatctactat tggtgtttgt</w:t>
      </w:r>
    </w:p>
    <w:p w14:paraId="4FB9CB97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tctatgactg acatagccaa gaaaccaact gaaacgattt gtgcaccact cactgtcttt</w:t>
      </w:r>
    </w:p>
    <w:p w14:paraId="25C44B28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tttgatggta gagttgatgg tcaagtagac ttatttagaa atgcccgtaa tggtgttctt</w:t>
      </w:r>
    </w:p>
    <w:p w14:paraId="7683F533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attacagaag gtagtgttaa aggtttacaa ccatctgtag gtcccaaaca agctagtctt</w:t>
      </w:r>
    </w:p>
    <w:p w14:paraId="3F62A428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aatggagtca cattaattgg agaagccgta aaaacacagt tcaattatta taagaaagtt</w:t>
      </w:r>
    </w:p>
    <w:p w14:paraId="46406B79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gatggtgttg tccaacaatt acctgaaact tactttactc agagtagaaa tttacaagaa</w:t>
      </w:r>
    </w:p>
    <w:p w14:paraId="3067CBBD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tttaaaccca ggagtcaaat ggaaattgat ttcttagaat tagctatgga tgaattcatt</w:t>
      </w:r>
    </w:p>
    <w:p w14:paraId="18FFCFC7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gaacggtata aattagaagg ctatgccttc gaacatatcg tttatggaga ttttagtcat</w:t>
      </w:r>
    </w:p>
    <w:p w14:paraId="28D2CF06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agtcagttag gtggtttaca tctactgatt ggactagcta aacgttttaa ggaatcacct</w:t>
      </w:r>
    </w:p>
    <w:p w14:paraId="3A5CE8D4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tttgaattag aagattttat tcctatggac agtacagtta aaaactattt cataacagat</w:t>
      </w:r>
    </w:p>
    <w:p w14:paraId="195CEA14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gcgcaaacag gttcatctaa gtgtgtgtgt tctgttattg atttattact tgatgatttt</w:t>
      </w:r>
    </w:p>
    <w:p w14:paraId="1C8CCBAC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gttgaaataa taaaatccca agatttatct gtagtttcta aggttgtcaa agtgactatt</w:t>
      </w:r>
    </w:p>
    <w:p w14:paraId="606E471F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gactatacag aaatttcatt tatgctttgg tgtaaagatg gccatgtaga aacattttac</w:t>
      </w:r>
    </w:p>
    <w:p w14:paraId="01AB4E9A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ccaaaattac aatctagtca agcgtggcaa ccgggtgttg ctatgcctaa tctttacaaa</w:t>
      </w:r>
    </w:p>
    <w:p w14:paraId="23F3115C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atgcaaagaa tgctattaga aaagtgtgac cttcaaaatt atggtgatag tgcaacatta</w:t>
      </w:r>
    </w:p>
    <w:p w14:paraId="3EEDBEBB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cctaaaggca taatgatgaa tgtcgcaaaa tatactcaac tgtgtcaata tttaaacaca</w:t>
      </w:r>
    </w:p>
    <w:p w14:paraId="41BAE147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ttaacattag ctgtacccta taatatgaga gttatacatt ttggtgctgg ttctgataaa</w:t>
      </w:r>
    </w:p>
    <w:p w14:paraId="3961365D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ggagttgcac caggtacagc tgttttaaga cagtggttgc ctacgggtac gctgcttgtc</w:t>
      </w:r>
    </w:p>
    <w:p w14:paraId="616F51E5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gattcagatc ttaatgactt tgtctctgat gcagattcaa ctttgattgg tgattgtgca</w:t>
      </w:r>
    </w:p>
    <w:p w14:paraId="06A59C4E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actgtacata cagctaataa atgggatctc attattagtg atatgtacga ccctaagact</w:t>
      </w:r>
    </w:p>
    <w:p w14:paraId="1A6A1536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aaaaatgtta caaaagaaaa tgactctaaa gagggttttt tcacttacat ttgtgggttt</w:t>
      </w:r>
    </w:p>
    <w:p w14:paraId="72BC66EC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atacaacaaa agctagctct tggaggttcc gtggctataa agataacaga acattcttgg</w:t>
      </w:r>
    </w:p>
    <w:p w14:paraId="40C54F50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aatgctgatc tttataagct catgggacac ttcgcatggt ggacagcctt tgttactaat</w:t>
      </w:r>
    </w:p>
    <w:p w14:paraId="6C809956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gtgaatgcgt catcatctga agcattttta attggatgta attatcttgg caaaccacgc</w:t>
      </w:r>
    </w:p>
    <w:p w14:paraId="1C8759F3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gaacaaatag atggttatgt catgcatgca aattacatat tttggaggaa tacaaatcca</w:t>
      </w:r>
    </w:p>
    <w:p w14:paraId="0F9293BA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attcagttgt cttcctattc tttatttgac atgagtaaat ttccccttaa attaaggggt</w:t>
      </w:r>
    </w:p>
    <w:p w14:paraId="0539EEE3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actgctgtta tgtctttaaa agaaggtcaa atcaatgata tgattttatc tcttcttagt</w:t>
      </w:r>
    </w:p>
    <w:p w14:paraId="1A8E234E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aaaggtagac ttataattag agaaaacaac agagttgtta tttctagtga tgttcttgtt</w:t>
      </w:r>
    </w:p>
    <w:p w14:paraId="59ED1A96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aacaactaaa cgaacaatgt ttgtttttct tgttttattg ccactagtct ctagtcagtg</w:t>
      </w:r>
    </w:p>
    <w:p w14:paraId="7821CF9F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tgttaatctt acaaccagaa ctcaattacc ccctgcatac actaattctt tcacacgtgg</w:t>
      </w:r>
    </w:p>
    <w:p w14:paraId="4426EC84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tgtttattac cctgacaaag ttttcagatc ctcagtttta cattcaactc aggacttatt</w:t>
      </w:r>
    </w:p>
    <w:p w14:paraId="244C5135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cttacctttc ttttccaatg ttacttggtt ccatgttatc tctgggacca atggtactaa</w:t>
      </w:r>
    </w:p>
    <w:p w14:paraId="1ED41C26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gaggtttgat aaccctgtcc taccatttaa tgatggtgtt tattttgctt ccattgagaa</w:t>
      </w:r>
    </w:p>
    <w:p w14:paraId="4A4892A1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gtctaacata ataagaggct ggatttttgg tactacttta gattcgaaga cccagtccct</w:t>
      </w:r>
    </w:p>
    <w:p w14:paraId="5D2E0680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acttattgtt aataacgcta ctaatgttgt tattaaagtc tgtgaatttc aattttgtaa</w:t>
      </w:r>
    </w:p>
    <w:p w14:paraId="49BC3870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tgatccattt ttggaccaca aaaacaacaa aagttggatg gaaagtgagt tcagagttta</w:t>
      </w:r>
    </w:p>
    <w:p w14:paraId="54CDF5A8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ttctagtgcg aataattgca cttttgaata tgtctctcag ccttttctta tggaccttga</w:t>
      </w:r>
    </w:p>
    <w:p w14:paraId="7C56071E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aggaaaacag ggtaatttca aaaatcttag ggaatttgtg tttaagaata ttgatggtta</w:t>
      </w:r>
    </w:p>
    <w:p w14:paraId="0B5C08FB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ttttaaaata tattctaagc acacgcctat tatagtgcgt gagccagaag atctccctca</w:t>
      </w:r>
    </w:p>
    <w:p w14:paraId="64D13B0E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gggtttttcg gctttagaac cattggtaga tttgccaata ggtattaaca tcactaggtt</w:t>
      </w:r>
    </w:p>
    <w:p w14:paraId="49D378ED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22201 tcaaacttta cttgctttac atagaagtta tttgactcct ggtgattctt cttcaggttg</w:t>
      </w:r>
    </w:p>
    <w:p w14:paraId="50D30B11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gacagctggt gctgcagctt attatgtggg ttatcttcaa cctaggactt ttctattaaa</w:t>
      </w:r>
    </w:p>
    <w:p w14:paraId="4B5C6564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atataatgaa aatggaacca ttacagatgc tgtagactgt gcacttgacc ctctctcaga</w:t>
      </w:r>
    </w:p>
    <w:p w14:paraId="32AA7B7B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aacaaagtgt acgttgaaat ccttcactgt agaaaaagga atctatcaaa cttctaactt</w:t>
      </w:r>
    </w:p>
    <w:p w14:paraId="514FE278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tagagtccaa ccaacagaat ctattgttag atttcctaat attacaaact tgtgcccttt</w:t>
      </w:r>
    </w:p>
    <w:p w14:paraId="00AFE5B2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tgatgaagtt tttaacgcca ccagatttgc atctgtttat gcttggaaca ggaagagaat</w:t>
      </w:r>
    </w:p>
    <w:p w14:paraId="770B97CE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cagcaactgt gttgctgatt attctgtcct atataatctc gcaccatttt tcgcttttaa</w:t>
      </w:r>
    </w:p>
    <w:p w14:paraId="12CBB83F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gtgttatgga gtgtctccta ctaaattaaa tgatctctgc tttactaatg tctatgcaga</w:t>
      </w:r>
    </w:p>
    <w:p w14:paraId="2C67F206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ttcatttgta attagaggtg atgaagtcag acaaatcgct ccagggcaaa ctggaaatat</w:t>
      </w:r>
    </w:p>
    <w:p w14:paraId="2ABC9F4E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tgctgattat aattataaat taccagatga ttttacaggc tgcgttatag cttggaattc</w:t>
      </w:r>
    </w:p>
    <w:p w14:paraId="213845FC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taacaagctt gattctaagg ttagtggtaa ttataattac ctgtatagat tgtttaggaa</w:t>
      </w:r>
    </w:p>
    <w:p w14:paraId="06E19570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gtctaatctc aaaccttttg agagagatat ttcaactgaa atctatcagg ccggtaacaa</w:t>
      </w:r>
    </w:p>
    <w:p w14:paraId="172EA8B4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accttgtaat ggtgttgcag gttttaattg ttactttcct ttacgatcat atagtttccg</w:t>
      </w:r>
    </w:p>
    <w:p w14:paraId="740AD203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acccacttat ggtgttggtc accaaccata cagagtagta gtactttctt ttgaacttct</w:t>
      </w:r>
    </w:p>
    <w:p w14:paraId="5E27A803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acatgcacca gcaactgttt gtggacctaa aaagtctact aatttggtta aaaacaaatg</w:t>
      </w:r>
    </w:p>
    <w:p w14:paraId="32655CB9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tgtcaatttc aacttcaatg gtttaaaagg cacaggtgtt cttactgagt ctaacaaaaa</w:t>
      </w:r>
    </w:p>
    <w:p w14:paraId="75A2F2AE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gtttctgcct ttccaacaat ttggcagaga cattgctgac actactgatg ctgtccgtga</w:t>
      </w:r>
    </w:p>
    <w:p w14:paraId="0744F660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tccacagaca cttgagattc ttgacattac accatgttct tttggtggtg tcagtgttat</w:t>
      </w:r>
    </w:p>
    <w:p w14:paraId="7BAC6968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aacaccagga acaaatactt ctaaccaggt tgctgttctt tatcagggtg ttaactgcac</w:t>
      </w:r>
    </w:p>
    <w:p w14:paraId="2054C540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tgaagtccct gttgctattc atgcagatca acttactcct acttggcgtg tttattctac</w:t>
      </w:r>
    </w:p>
    <w:p w14:paraId="6F1FF580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aggttctaat gtttttcaaa cacgtgcagg ctgtttaata ggggctgaat atgtcaacaa</w:t>
      </w:r>
    </w:p>
    <w:p w14:paraId="381A13C1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ctcatatgag tgtgacatac ccattggtgc aggtatatgc gctagttatc agactcagac</w:t>
      </w:r>
    </w:p>
    <w:p w14:paraId="5B74AE73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taagtctcat cggcgggcac gtagtgtagc tagtcaatcc atcattgcct acactatgtc</w:t>
      </w:r>
    </w:p>
    <w:p w14:paraId="26555BBA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acttggtgca gaaaattcag ttgcttactc taataactct attgccatac ccacaaattt</w:t>
      </w:r>
    </w:p>
    <w:p w14:paraId="33ACC244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tactattagt gttaccacag aaattctacc agtgtctatg accaagacat cagtagattg</w:t>
      </w:r>
    </w:p>
    <w:p w14:paraId="05A5806D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tacaatgtac atttgtggtg attcaactga atgcagcaat cttttgttgc aatatggcag</w:t>
      </w:r>
    </w:p>
    <w:p w14:paraId="393C8148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tttttgtaca caattaaaac gtgctttaac tggaatagct gttgaacaag acaaaaacac</w:t>
      </w:r>
    </w:p>
    <w:p w14:paraId="61387D06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ccaagaagtt tttgcacaag tcaaacaaat ttacaaaaca ccaccaatta aatattttgg</w:t>
      </w:r>
    </w:p>
    <w:p w14:paraId="4F212F2A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tggttttaat ttttcacaaa tattaccaga tccatcaaaa ccaagcaaga ggtcatttat</w:t>
      </w:r>
    </w:p>
    <w:p w14:paraId="471B2BE2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tgaagatcta cttttcaaca aagtgacact tgcagatgct ggcttcatca aacaatatgg</w:t>
      </w:r>
    </w:p>
    <w:p w14:paraId="786F5DD5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tgattgcctt ggtgatattg ctgctagaga cctcatttgt gcacaaaagt ttaaaggcct</w:t>
      </w:r>
    </w:p>
    <w:p w14:paraId="636FA153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tactgttttg ccacctttgc tcacagatga aatgattgct caatacactt ctgcactgtt</w:t>
      </w:r>
    </w:p>
    <w:p w14:paraId="4C8CCB30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agcgggtaca atcacttctg gttggacctt tggtgcaggt gctgcattac aaataccatt</w:t>
      </w:r>
    </w:p>
    <w:p w14:paraId="505BC8B4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tgctatgcaa atggcttata ggtttaatgg tattggagtt acacagaatg ttctctatga</w:t>
      </w:r>
    </w:p>
    <w:p w14:paraId="6C2F7A2E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gaaccaaaaa ttgattgcca accaatttaa tagtgctatt ggcaaaattc aagactcact</w:t>
      </w:r>
    </w:p>
    <w:p w14:paraId="746F19EA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ttcttccaca gcaagtgcac ttggaaaact tcaagatgtg gtcaaccata atgcacaagc</w:t>
      </w:r>
    </w:p>
    <w:p w14:paraId="654212BA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tttaaacacg cttgttaaac aacttagctc caaatttggt gcaatttcaa gtgttttaaa</w:t>
      </w:r>
    </w:p>
    <w:p w14:paraId="32D558FD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tgatatcttt tcacgtcttg acaaagttga ggctgaagtg caaattgata ggttgatcac</w:t>
      </w:r>
    </w:p>
    <w:p w14:paraId="3DC3BF92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aggcagactt caaagtttgc agacatatgt gactcaacaa ttaattagag ctgcagaaat</w:t>
      </w:r>
    </w:p>
    <w:p w14:paraId="19991FD4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cagagcttct gctaatcttg ctgctactaa aatgtcagag tgtgtacttg gacaatcaaa</w:t>
      </w:r>
    </w:p>
    <w:p w14:paraId="2266CF0D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aagagttgat ttttgtggaa agggctatca tcttatgtcc ttccctcagt cagcacctca</w:t>
      </w:r>
    </w:p>
    <w:p w14:paraId="5D21E0B1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tggtgtagtc ttcttgcatg tgacttatgt ccctgcacaa gaaaagaact tcacaactgc</w:t>
      </w:r>
    </w:p>
    <w:p w14:paraId="77B5BE43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24721 tcctgccatt tgtcatgatg gaaaagcaca ctttcctcgt gaaggtgtct ttgtttcaaa</w:t>
      </w:r>
    </w:p>
    <w:p w14:paraId="125119FC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tggcacacac tggtttgtaa cacaaaggaa tttttatgaa ccacaaatca ttactacaga</w:t>
      </w:r>
    </w:p>
    <w:p w14:paraId="4C5EA5F3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caacacattt gtgtctggta actgtgatgt tgtaatagga attgtcaaca acacagttta</w:t>
      </w:r>
    </w:p>
    <w:p w14:paraId="6611271A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tgatcctttg caacctgaat tagattcatt caaggaggag ttagataaat attttaagaa</w:t>
      </w:r>
    </w:p>
    <w:p w14:paraId="3B1609C1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tcatacatca ccagatgttg atttaggtga catctctggc attaatgctt cagttgtaaa</w:t>
      </w:r>
    </w:p>
    <w:p w14:paraId="57810DE0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cattcaaaaa gaaattgacc gcctcaatga ggttgccaag aatttaaatg aatctctcat</w:t>
      </w:r>
    </w:p>
    <w:p w14:paraId="0CFE1F46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cgatctccaa gaacttggaa agtatgagca gtatataaaa tggccatggt acatttggct</w:t>
      </w:r>
    </w:p>
    <w:p w14:paraId="0C026C31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aggttttata gctggcttga ttgccatagt aatggtgaca attatgcttt gctgtatgac</w:t>
      </w:r>
    </w:p>
    <w:p w14:paraId="53FD4A46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cagttgctgt agttgtctca agggctgttg ttcttgtgga tcctgctgca aatttgatga</w:t>
      </w:r>
    </w:p>
    <w:p w14:paraId="37173B4B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agacgactct gagccagtgc tcaaaggagt caaattacat tacacataaa cgaacttatg</w:t>
      </w:r>
    </w:p>
    <w:p w14:paraId="114A7A40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gatttgttta tgagaatctt cacaattgga actgtaactt tgaagcaagg tgaaatcaag</w:t>
      </w:r>
    </w:p>
    <w:p w14:paraId="7140A018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gatgctactc cttcagattt tgttcgcgct actgcaacga taccgataca agcctcactc</w:t>
      </w:r>
    </w:p>
    <w:p w14:paraId="574AB76C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cctttcggat ggcttattgt tggcgttgca cttcttgctg tttttcagag cgcttccaaa</w:t>
      </w:r>
    </w:p>
    <w:p w14:paraId="686B8A11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atcataactc tcaaaaagag atggcaacta gcactctcca agggtgttca ctttgtttgc</w:t>
      </w:r>
    </w:p>
    <w:p w14:paraId="009C943B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aacttgctgt tgttgtttgt aacagtttac tcacaccttt tgctcgttgc tgctggcctt</w:t>
      </w:r>
    </w:p>
    <w:p w14:paraId="11EF5E0C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gaagcccctt ttttctatct ttatgcttta gtctacttct tgcagagtat aaactttgta</w:t>
      </w:r>
    </w:p>
    <w:p w14:paraId="26F7B832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agaataataa tgannnnnnn nnnnnnnnnn nnnnnnnnnn nnnnnnnnnn nnnnnnnnnn</w:t>
      </w:r>
    </w:p>
    <w:p w14:paraId="0862203C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nnnnnnnnnn nnnnnnnnnn nnnnnnnnnn nnnnnnnnnn nnnnnnnnnn nnnnnnnnnn</w:t>
      </w:r>
    </w:p>
    <w:p w14:paraId="377B5342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nnnnnnnnnn nnnnnnnnnn nnnnnnnnnn nnnnnnnnnn nnnnnnnnnn nnnnnnnnnn</w:t>
      </w:r>
    </w:p>
    <w:p w14:paraId="1135E8AD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nnnnnnnnnn nnnnnnnnnn nnnnnnnnnn nnnnnnnnnn nnnnnnnnnn nnnnnnnnnn</w:t>
      </w:r>
    </w:p>
    <w:p w14:paraId="5C2C00F9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nnnnnnnnnn nnnnnnnnnn nnnnnnnnnn nnnnnnnnnn nnnnnnnnnn nnnnnnnnnn</w:t>
      </w:r>
    </w:p>
    <w:p w14:paraId="1F2E3F47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nnnnnnnnnn nnnnnnnnnn nnnnnnnnnn nnnnnnnnnn nnnnnnnnnn nnnnnnnnnn</w:t>
      </w:r>
    </w:p>
    <w:p w14:paraId="4C3E5312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nnnnnnnnnn nnnnnnnnnn nnnnnnnnnn nnnnnnnnnn nnnnnnnnnn nnnnnnnnnn</w:t>
      </w:r>
    </w:p>
    <w:p w14:paraId="0E05AFEF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nnnnnnnnnn nnnnnnnnnn nnnnnnnnnn nnnnnnnnnn nnnnnnnnnn nnnnnnnnnn</w:t>
      </w:r>
    </w:p>
    <w:p w14:paraId="0B3B27DD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nnnnnnnnnn nnnnnnnnnn nnnnnnnnnn nnnnnnnnnn nnnnnnnnnn nnnnnnnnnn</w:t>
      </w:r>
    </w:p>
    <w:p w14:paraId="7774FA0F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nnnnnnnnnn nnnnnnnnnn nnnnnnnnnn nnnnnnnnnn nnnnnnnnnn nnnnnnnnnn</w:t>
      </w:r>
    </w:p>
    <w:p w14:paraId="5DAA1B2A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nnnnnnnnnn nnnnnnnnnn nnnnnnnnnn nnnnnnnnnn nnnnnnnnnn nnnnnnnnnn</w:t>
      </w:r>
    </w:p>
    <w:p w14:paraId="61E11510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nnnnnnnnnn nnnnnnnnnn nnnnnnnnnn nnnnnnnnnn nnnnnnnnnn nnnnnnnnnn</w:t>
      </w:r>
    </w:p>
    <w:p w14:paraId="12F1FBDB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nnnnnnnnnn nnnnnnnnnn nnnnnnnnnn nnnnnnnnnn nnnnnnnnnn nnnnnnnnnn</w:t>
      </w:r>
    </w:p>
    <w:p w14:paraId="6857A964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nnnnnnnnnn nnnnnnnnnn nnnnnnnnnn nnnnnnnnnn nnnnnnnnnn nnnnnnnnnn</w:t>
      </w:r>
    </w:p>
    <w:p w14:paraId="060A614F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nnnnnnnnnn nnnnnnnnnn nnnnnnnnnn nnnnnnnnnn nnnnnnnnnn nnnnnnnnnn</w:t>
      </w:r>
    </w:p>
    <w:p w14:paraId="5743D077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nnnnnnnnnn nnnnnnnnnn nnnnnnnnnn nnnnnnnnnn nnnnnnnnnn nnnnnnnnnn</w:t>
      </w:r>
    </w:p>
    <w:p w14:paraId="5FA14AFB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nnnnnnnnnn nnnnnnnnnn nnnnnnnnnn nnnnnnnnnn nnnnnnnnnn ntcgcaatgg</w:t>
      </w:r>
    </w:p>
    <w:p w14:paraId="49C672A6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cttgtcttgt aggcttgatg tggctcagct acttcattgc ttctttcaga ctgtttgcgc</w:t>
      </w:r>
    </w:p>
    <w:p w14:paraId="5D29209F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gtacgcgttc catgtggtca ttcaatccag aaactaacat tcttctcaac gtgccactcc</w:t>
      </w:r>
    </w:p>
    <w:p w14:paraId="0DD55732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atggcactat tctgaccaga ccgcttctag aaagtgaact cgtaatcgga gctgtgatcc</w:t>
      </w:r>
    </w:p>
    <w:p w14:paraId="4C7ECE10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ttcgtggaca tcttcgtatt gctggacacc atctaggacg ctgtgacatc aaggacctgc</w:t>
      </w:r>
    </w:p>
    <w:p w14:paraId="37B41ECB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ctaaagaaat cactgttgct acatcacgaa cgctttctta ttacaaattg ggagcttcgc</w:t>
      </w:r>
    </w:p>
    <w:p w14:paraId="140E2991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agcgtgtagc aggtgactca ggttttgctg catacagtcg ctacaggatt ggcaactata</w:t>
      </w:r>
    </w:p>
    <w:p w14:paraId="7E5D4EA7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aattaaacac agaccattcc agtagcagtg acaatattgc tttgcttgta cagtaagtga</w:t>
      </w:r>
    </w:p>
    <w:p w14:paraId="5C9F5899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caacagatgt ttcatctcgt tgactttcag gttactatag cagagatatt actaattatt</w:t>
      </w:r>
    </w:p>
    <w:p w14:paraId="6816D034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atgcggactt ttaaagtttc catttggaat cttgattaca tcataaacct cataattaaa</w:t>
      </w:r>
    </w:p>
    <w:p w14:paraId="4E3E46F0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27241 aatttatcta agtcactaac tgagaataaa tattctcaat tagatgaaga gcaaccaatg</w:t>
      </w:r>
    </w:p>
    <w:p w14:paraId="46343C2E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gagattgatt aaacgaacat gaaaattatt cttttcttgg cactgataac actcgctact</w:t>
      </w:r>
    </w:p>
    <w:p w14:paraId="5CF58621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tgtgagcttt atcactacca agagtgtgtt agaggtacaa cagtactttt aaaagaacct</w:t>
      </w:r>
    </w:p>
    <w:p w14:paraId="52277C86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tgctcttctg gaacatacga gggcaattca ccatttcatc ctctagctga taacaaattt</w:t>
      </w:r>
    </w:p>
    <w:p w14:paraId="4FE10708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gcactgactt gctttagcac tcaatttgct tttgcttgtc ctgacggcgt aaaacacgtc</w:t>
      </w:r>
    </w:p>
    <w:p w14:paraId="06D79C65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tatcagttac gtgccagatc agtttcacct aaactgttca tcagacaaga ggaagttcaa</w:t>
      </w:r>
    </w:p>
    <w:p w14:paraId="1897840B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gaactttact ctccaatttt tcttattgtt gcggcaatag tgtttataac actttgcttc</w:t>
      </w:r>
    </w:p>
    <w:p w14:paraId="07B15A10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acactcaaaa gaaagacaga atgattgaac tttcattaat tgacttctat ttgtgctttt</w:t>
      </w:r>
    </w:p>
    <w:p w14:paraId="39D8D6E7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tagcctttct gttattcctt gttttaatta tgcttattat cttttggttc tcacttgaac</w:t>
      </w:r>
    </w:p>
    <w:p w14:paraId="4EB93382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tgcaagatca taatgaannn nnnnnnnnnn nnnnnnnnnn nnnnnnnnnn nnnnnnnnnn</w:t>
      </w:r>
    </w:p>
    <w:p w14:paraId="31F9E908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nnnnnnnnnn nnnnnnnnnn nnnnnnnnnn nnnnnnnnnn nnnnnnnnnn nnnnnnnnnn</w:t>
      </w:r>
    </w:p>
    <w:p w14:paraId="5B6D9379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nnnnnnnnnn nnnnnnnnnn nnnnnnnnnn nnnnnnnnnn nnnnnnnnnn nnnnnnnnnn</w:t>
      </w:r>
    </w:p>
    <w:p w14:paraId="15BF724F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nnnnnnnnnn nnnnnnnnnn nnnnnnnnnn nnnnnnnnnn nnnnnnnnnn nnnnnnnnnn</w:t>
      </w:r>
    </w:p>
    <w:p w14:paraId="6C910302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nnnnnnnnnn nnnnnnnnnn nnnnnnnnnn nnnnnnnnnn nnnnnnnnnn nnnnnnnnnn</w:t>
      </w:r>
    </w:p>
    <w:p w14:paraId="122D5A6B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nnnnnnnnnn nnnnnnnnnn nnnnnnnnnn nnnnnnnnnn nnnnnnnnnn nnnnnnnnnn</w:t>
      </w:r>
    </w:p>
    <w:p w14:paraId="70F2638E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nnnnnnnnnn nnnnnnnnnn nnnnnnnnnn nnnnnnnnnn nnnnnnnnnn nnnnnnnnnn</w:t>
      </w:r>
    </w:p>
    <w:p w14:paraId="1DE230A1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nnnnnnnnnn nnnnnnnnnn nnnnnnnnnn nnnnnnnnnn nnnnnnnnnn nnnnnnnnnn</w:t>
      </w:r>
    </w:p>
    <w:p w14:paraId="097055A7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nnnnnnnnnn nnnnnnnnnn nnnnnnnnnn nnnnnnnnnn nnnnnnnnnn nnnnnnnnnn</w:t>
      </w:r>
    </w:p>
    <w:p w14:paraId="35928DE2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nnnnnnnnnn nnnnnnnnnn nnnnnnnnnn nnnnnnnnnn nnnnnnnnnn nnnnnnnnnn</w:t>
      </w:r>
    </w:p>
    <w:p w14:paraId="5259E301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nnnnnnnnnn nnnnnnnnnn nnnnnnnnnn nnnnnnnnnn nnnnnnnnnn nnnnnnnnnn</w:t>
      </w:r>
    </w:p>
    <w:p w14:paraId="5D667747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nnnnnnnnnn nnnnnnnnnn nnnnnnnnnn nnnnnnnnnn nnnnnnnnnn nnnnnnnnnn</w:t>
      </w:r>
    </w:p>
    <w:p w14:paraId="3EFAB76F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nnnnnnnnnn nnnnnnnnnn nnnnnnnnnn nnnnnnnnnn nnnnnnnnnn nnnnnnnnnn</w:t>
      </w:r>
    </w:p>
    <w:p w14:paraId="335BF298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nnnnnnnnnn nnnnnnnnnn nnnnnnnnnn nnnnnnnnnn nnnnnnnnnn nnnnnnnnnn</w:t>
      </w:r>
    </w:p>
    <w:p w14:paraId="69767FD1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nnnnaaagat cacattggca cccgcaatcc tgctaacaat gctgcaatcg tgctacaact</w:t>
      </w:r>
    </w:p>
    <w:p w14:paraId="02126386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tcctcaagga acaacattgc caaaaggctt ctacgcagaa gggagcagag gcggcagtca</w:t>
      </w:r>
    </w:p>
    <w:p w14:paraId="1680C30E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agcctcttct cgttcctcat cacgtagtcg caacagttca agaaattcaa ctccaggcag</w:t>
      </w:r>
    </w:p>
    <w:p w14:paraId="64C7AC7B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cagtaaacga acttctcctg ctagaatggc tggcaatggc ggtgatgctg ctcttgcttt</w:t>
      </w:r>
    </w:p>
    <w:p w14:paraId="5B30C499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gctgctgctt gacagattga accagcttga gagcaaaatg tctggtaaag gccaacaaca</w:t>
      </w:r>
    </w:p>
    <w:p w14:paraId="78F2FA38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acaaggccaa actgtcacta agaaatctgc tgctgaggct tctaagaagc ctcggcaaaa</w:t>
      </w:r>
    </w:p>
    <w:p w14:paraId="1C7631FA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acgtactgcc actaaagcat acaatgtaac acaagctttc ggcagacgtg gtccagaaca</w:t>
      </w:r>
    </w:p>
    <w:p w14:paraId="7D681291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aacccaagga aattttgggg accaggaact aatcagacaa ggaactgatt acaaacattg</w:t>
      </w:r>
    </w:p>
    <w:p w14:paraId="1C9D4136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gccgcaaatt gcacaatttg cccccagcgc ttcagcgttc ttcggaatgt cgcgcattgg</w:t>
      </w:r>
    </w:p>
    <w:p w14:paraId="57DB63E5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catggaagtc acaccttcgg gaacgtggtt gacctacaca ggtgccatca aattggatga</w:t>
      </w:r>
    </w:p>
    <w:p w14:paraId="169439A3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caaaggtcca aatttcaaag atcaagtcat tttgctgaat aagcatattg acgcatacaa</w:t>
      </w:r>
    </w:p>
    <w:p w14:paraId="4F73D5D7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aacattccca ccaacagagc ctaaaaagga caaaaagaag aaggctgatg aaactcaagc</w:t>
      </w:r>
    </w:p>
    <w:p w14:paraId="29DF78B7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cttaccgcag agacagaaga aacagcaaac tgtgactctt cttcctgctg cagatttgga</w:t>
      </w:r>
    </w:p>
    <w:p w14:paraId="7D26D5A0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tgatttctcc aaacaattgc aacaatccat gagcagtgct gactcaactc aggcctaaac</w:t>
      </w:r>
    </w:p>
    <w:p w14:paraId="55DE5076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tcatgcagac cacacaaggc agatgggcta tataaacgtt ttcgcttttc cgtttacgat</w:t>
      </w:r>
    </w:p>
    <w:p w14:paraId="4CC1AA17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atatagtcta ctcttgtgca gaatgaattc tcgtaactac atagcacaag tagatgtagt</w:t>
      </w:r>
    </w:p>
    <w:p w14:paraId="3CA70B6C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taactttaat ctcacatagc aatctttaat cagtgtgtaa cattagggag gacttgaaag</w:t>
      </w:r>
    </w:p>
    <w:p w14:paraId="6F6E0A9E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agccaccaca ttttcaccga ggccacgcgg agtacgatcg agtgtacagt gaa</w:t>
      </w:r>
    </w:p>
    <w:p w14:paraId="6B9A4E2D" w14:textId="77777777" w:rsidR="00D94565" w:rsidRPr="00D94565" w:rsidRDefault="00D94565" w:rsidP="00D945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94565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3737980F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565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94565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AE078C9"/>
  <w15:chartTrackingRefBased/>
  <w15:docId w15:val="{DE169D8D-6D08-F24C-BE08-569F31771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773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37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03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88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232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037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280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8678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10617</Words>
  <Characters>60522</Characters>
  <Application>Microsoft Office Word</Application>
  <DocSecurity>0</DocSecurity>
  <Lines>504</Lines>
  <Paragraphs>141</Paragraphs>
  <ScaleCrop>false</ScaleCrop>
  <Company/>
  <LinksUpToDate>false</LinksUpToDate>
  <CharactersWithSpaces>70998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2023-03-03T13:06:00Z</dcterms:created>
  <dcterms:modified xsi:type="dcterms:W3CDTF">2023-03-03T13:07:00Z</dcterms:modified>
</cp:coreProperties>
</file>